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BA" w:rsidRPr="0012279E" w:rsidRDefault="00163BBA" w:rsidP="00163BBA">
      <w:pPr>
        <w:jc w:val="both"/>
        <w:rPr>
          <w:b/>
          <w:lang w:val="ru-RU"/>
        </w:rPr>
      </w:pPr>
      <w:bookmarkStart w:id="0" w:name="_GoBack"/>
      <w:bookmarkEnd w:id="0"/>
    </w:p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5"/>
        <w:gridCol w:w="3994"/>
        <w:gridCol w:w="3463"/>
      </w:tblGrid>
      <w:tr w:rsidR="00163BBA" w:rsidRPr="008500CD" w:rsidTr="00E2782C">
        <w:trPr>
          <w:gridAfter w:val="1"/>
          <w:wAfter w:w="3463" w:type="dxa"/>
          <w:trHeight w:val="418"/>
        </w:trPr>
        <w:tc>
          <w:tcPr>
            <w:tcW w:w="26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3BBA" w:rsidRPr="008500CD" w:rsidRDefault="00163BBA" w:rsidP="00E2782C">
            <w:pPr>
              <w:rPr>
                <w:color w:val="808080"/>
                <w:sz w:val="18"/>
                <w:szCs w:val="18"/>
              </w:rPr>
            </w:pPr>
            <w:r w:rsidRPr="008500CD">
              <w:rPr>
                <w:color w:val="000000"/>
                <w:sz w:val="14"/>
                <w:szCs w:val="14"/>
              </w:rPr>
              <w:t> </w:t>
            </w:r>
            <w:r>
              <w:rPr>
                <w:noProof/>
                <w:color w:val="808080"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543050" cy="1381125"/>
                  <wp:effectExtent l="0" t="0" r="0" b="9525"/>
                  <wp:docPr id="4" name="Рисунок 4" descr="http://wsr.megaplan.ru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wsr.megaplan.ru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163BBA" w:rsidRPr="008500CD" w:rsidRDefault="00163BBA" w:rsidP="00E2782C">
            <w:pPr>
              <w:rPr>
                <w:color w:val="000000"/>
                <w:sz w:val="14"/>
                <w:szCs w:val="14"/>
              </w:rPr>
            </w:pPr>
          </w:p>
        </w:tc>
      </w:tr>
      <w:tr w:rsidR="00163BBA" w:rsidRPr="008500CD" w:rsidTr="00E2782C">
        <w:trPr>
          <w:trHeight w:val="329"/>
        </w:trPr>
        <w:tc>
          <w:tcPr>
            <w:tcW w:w="2678" w:type="dxa"/>
            <w:vMerge/>
            <w:tcBorders>
              <w:top w:val="nil"/>
              <w:left w:val="nil"/>
              <w:bottom w:val="nil"/>
            </w:tcBorders>
          </w:tcPr>
          <w:p w:rsidR="00163BBA" w:rsidRPr="008500CD" w:rsidRDefault="00163BBA" w:rsidP="00E2782C">
            <w:pPr>
              <w:rPr>
                <w:color w:val="808080"/>
                <w:sz w:val="18"/>
                <w:szCs w:val="18"/>
              </w:rPr>
            </w:pPr>
          </w:p>
        </w:tc>
        <w:tc>
          <w:tcPr>
            <w:tcW w:w="4000" w:type="dxa"/>
          </w:tcPr>
          <w:p w:rsidR="00163BBA" w:rsidRPr="008500CD" w:rsidRDefault="00163BBA" w:rsidP="00E2782C">
            <w:pPr>
              <w:rPr>
                <w:sz w:val="32"/>
                <w:szCs w:val="32"/>
              </w:rPr>
            </w:pPr>
            <w:proofErr w:type="spellStart"/>
            <w:r w:rsidRPr="008500CD">
              <w:rPr>
                <w:sz w:val="32"/>
                <w:szCs w:val="32"/>
              </w:rPr>
              <w:t>Технический</w:t>
            </w:r>
            <w:proofErr w:type="spellEnd"/>
            <w:r w:rsidRPr="008500CD">
              <w:rPr>
                <w:sz w:val="32"/>
                <w:szCs w:val="32"/>
              </w:rPr>
              <w:t xml:space="preserve"> </w:t>
            </w:r>
            <w:proofErr w:type="spellStart"/>
            <w:r w:rsidRPr="008500CD">
              <w:rPr>
                <w:sz w:val="32"/>
                <w:szCs w:val="32"/>
              </w:rPr>
              <w:t>департамент</w:t>
            </w:r>
            <w:proofErr w:type="spellEnd"/>
          </w:p>
        </w:tc>
        <w:tc>
          <w:tcPr>
            <w:tcW w:w="3463" w:type="dxa"/>
            <w:vMerge w:val="restart"/>
            <w:tcBorders>
              <w:top w:val="nil"/>
              <w:bottom w:val="nil"/>
              <w:right w:val="nil"/>
            </w:tcBorders>
          </w:tcPr>
          <w:p w:rsidR="00163BBA" w:rsidRPr="008500CD" w:rsidRDefault="00163BBA" w:rsidP="00E2782C">
            <w:pPr>
              <w:rPr>
                <w:sz w:val="32"/>
                <w:szCs w:val="3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981200" cy="1085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BBA" w:rsidRPr="008500CD" w:rsidTr="00E2782C">
        <w:trPr>
          <w:trHeight w:val="329"/>
        </w:trPr>
        <w:tc>
          <w:tcPr>
            <w:tcW w:w="2678" w:type="dxa"/>
            <w:vMerge/>
            <w:tcBorders>
              <w:top w:val="nil"/>
              <w:left w:val="nil"/>
              <w:bottom w:val="nil"/>
            </w:tcBorders>
          </w:tcPr>
          <w:p w:rsidR="00163BBA" w:rsidRPr="008500CD" w:rsidRDefault="00163BBA" w:rsidP="00E2782C">
            <w:pPr>
              <w:rPr>
                <w:color w:val="808080"/>
                <w:sz w:val="18"/>
                <w:szCs w:val="18"/>
              </w:rPr>
            </w:pPr>
          </w:p>
        </w:tc>
        <w:tc>
          <w:tcPr>
            <w:tcW w:w="4000" w:type="dxa"/>
          </w:tcPr>
          <w:p w:rsidR="00163BBA" w:rsidRPr="008500CD" w:rsidRDefault="00163BBA" w:rsidP="00E2782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Конкурсное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задание</w:t>
            </w:r>
            <w:proofErr w:type="spellEnd"/>
          </w:p>
        </w:tc>
        <w:tc>
          <w:tcPr>
            <w:tcW w:w="3463" w:type="dxa"/>
            <w:vMerge/>
            <w:tcBorders>
              <w:top w:val="nil"/>
              <w:bottom w:val="nil"/>
              <w:right w:val="nil"/>
            </w:tcBorders>
          </w:tcPr>
          <w:p w:rsidR="00163BBA" w:rsidRDefault="00163BBA" w:rsidP="00E2782C">
            <w:pPr>
              <w:rPr>
                <w:b/>
                <w:sz w:val="32"/>
                <w:szCs w:val="32"/>
              </w:rPr>
            </w:pPr>
          </w:p>
        </w:tc>
      </w:tr>
      <w:tr w:rsidR="00163BBA" w:rsidRPr="008500CD" w:rsidTr="00E2782C">
        <w:trPr>
          <w:trHeight w:val="329"/>
        </w:trPr>
        <w:tc>
          <w:tcPr>
            <w:tcW w:w="2678" w:type="dxa"/>
            <w:vMerge/>
            <w:tcBorders>
              <w:top w:val="nil"/>
              <w:left w:val="nil"/>
              <w:bottom w:val="nil"/>
            </w:tcBorders>
          </w:tcPr>
          <w:p w:rsidR="00163BBA" w:rsidRPr="008500CD" w:rsidRDefault="00163BBA" w:rsidP="00E2782C">
            <w:pPr>
              <w:rPr>
                <w:color w:val="808080"/>
                <w:sz w:val="18"/>
                <w:szCs w:val="18"/>
              </w:rPr>
            </w:pPr>
          </w:p>
        </w:tc>
        <w:tc>
          <w:tcPr>
            <w:tcW w:w="4000" w:type="dxa"/>
          </w:tcPr>
          <w:p w:rsidR="00163BBA" w:rsidRPr="001527A3" w:rsidRDefault="00163BBA" w:rsidP="00E2782C">
            <w:pPr>
              <w:pStyle w:val="af"/>
              <w:spacing w:before="0" w:beforeAutospacing="0" w:after="0" w:afterAutospacing="0"/>
            </w:pPr>
            <w:proofErr w:type="spellStart"/>
            <w:r>
              <w:t>Прототипирование</w:t>
            </w:r>
            <w:proofErr w:type="spellEnd"/>
          </w:p>
        </w:tc>
        <w:tc>
          <w:tcPr>
            <w:tcW w:w="3463" w:type="dxa"/>
            <w:vMerge/>
            <w:tcBorders>
              <w:top w:val="nil"/>
              <w:bottom w:val="nil"/>
              <w:right w:val="nil"/>
            </w:tcBorders>
          </w:tcPr>
          <w:p w:rsidR="00163BBA" w:rsidRDefault="00163BBA" w:rsidP="00E2782C">
            <w:pPr>
              <w:pStyle w:val="af"/>
              <w:spacing w:before="0" w:beforeAutospacing="0" w:after="0" w:afterAutospacing="0"/>
            </w:pPr>
          </w:p>
        </w:tc>
      </w:tr>
    </w:tbl>
    <w:p w:rsidR="00163BBA" w:rsidRPr="00633F99" w:rsidRDefault="00163BBA" w:rsidP="00163BBA">
      <w:pPr>
        <w:pStyle w:val="ae"/>
        <w:jc w:val="center"/>
        <w:rPr>
          <w:rFonts w:ascii="Times New Roman" w:cs="Times New Roman"/>
          <w:b/>
          <w:bCs/>
          <w:lang w:val="en-US"/>
        </w:rPr>
      </w:pPr>
    </w:p>
    <w:p w:rsidR="00163BBA" w:rsidRDefault="00163BBA" w:rsidP="00163BBA">
      <w:pPr>
        <w:pStyle w:val="Pa1"/>
        <w:jc w:val="center"/>
        <w:rPr>
          <w:rStyle w:val="A10"/>
          <w:rFonts w:ascii="Times New Roman" w:hAnsi="Times New Roman"/>
          <w:bCs/>
          <w:szCs w:val="28"/>
          <w:lang w:val="en-US"/>
        </w:rPr>
      </w:pPr>
    </w:p>
    <w:p w:rsidR="00163BBA" w:rsidRDefault="00163BBA" w:rsidP="00163BBA">
      <w:pPr>
        <w:pStyle w:val="Pa1"/>
        <w:jc w:val="center"/>
        <w:rPr>
          <w:rStyle w:val="A10"/>
          <w:rFonts w:ascii="Times New Roman" w:hAnsi="Times New Roman"/>
          <w:bCs/>
          <w:szCs w:val="28"/>
          <w:lang w:val="en-US"/>
        </w:rPr>
      </w:pPr>
    </w:p>
    <w:p w:rsidR="00163BBA" w:rsidRDefault="00163BBA" w:rsidP="00163BBA">
      <w:pPr>
        <w:pStyle w:val="Pa1"/>
        <w:jc w:val="center"/>
        <w:rPr>
          <w:rStyle w:val="A10"/>
          <w:rFonts w:ascii="Times New Roman" w:hAnsi="Times New Roman"/>
          <w:bCs/>
          <w:szCs w:val="28"/>
          <w:lang w:val="en-US"/>
        </w:rPr>
      </w:pPr>
    </w:p>
    <w:p w:rsidR="00163BBA" w:rsidRDefault="00163BBA" w:rsidP="00163BBA">
      <w:pPr>
        <w:pStyle w:val="Pa1"/>
        <w:jc w:val="center"/>
        <w:rPr>
          <w:rStyle w:val="A10"/>
          <w:rFonts w:ascii="Times New Roman" w:hAnsi="Times New Roman"/>
          <w:bCs/>
          <w:sz w:val="40"/>
          <w:szCs w:val="40"/>
          <w:lang w:val="en-US"/>
        </w:rPr>
      </w:pPr>
      <w:r w:rsidRPr="001527A3">
        <w:rPr>
          <w:rStyle w:val="A10"/>
          <w:rFonts w:ascii="Times New Roman" w:hAnsi="Times New Roman"/>
          <w:bCs/>
          <w:sz w:val="40"/>
          <w:szCs w:val="40"/>
        </w:rPr>
        <w:t>Конкурсное задание</w:t>
      </w:r>
    </w:p>
    <w:p w:rsidR="00163BBA" w:rsidRPr="001027F6" w:rsidRDefault="00163BBA" w:rsidP="00163BBA">
      <w:pPr>
        <w:pStyle w:val="Pa1"/>
        <w:jc w:val="center"/>
        <w:rPr>
          <w:rStyle w:val="A10"/>
          <w:rFonts w:ascii="Times New Roman" w:hAnsi="Times New Roman"/>
          <w:bCs/>
          <w:sz w:val="40"/>
          <w:szCs w:val="40"/>
        </w:rPr>
      </w:pPr>
    </w:p>
    <w:p w:rsidR="00163BBA" w:rsidRDefault="00163BBA" w:rsidP="00163BBA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Чемпионат</w:t>
      </w:r>
      <w:r w:rsidR="00043DB3">
        <w:rPr>
          <w:rFonts w:ascii="Times New Roman" w:hAnsi="Times New Roman" w:cs="Times New Roman"/>
          <w:sz w:val="40"/>
          <w:szCs w:val="40"/>
        </w:rPr>
        <w:t xml:space="preserve"> </w:t>
      </w:r>
      <w:r w:rsidR="00043DB3">
        <w:rPr>
          <w:rFonts w:ascii="Times New Roman" w:hAnsi="Times New Roman" w:cs="Times New Roman"/>
          <w:sz w:val="40"/>
          <w:szCs w:val="40"/>
          <w:lang w:val="en-US"/>
        </w:rPr>
        <w:t xml:space="preserve">Hi-Tech </w:t>
      </w:r>
      <w:proofErr w:type="spellStart"/>
      <w:r>
        <w:rPr>
          <w:rFonts w:ascii="Times New Roman" w:hAnsi="Times New Roman" w:cs="Times New Roman"/>
          <w:sz w:val="40"/>
          <w:szCs w:val="40"/>
          <w:lang w:val="en-US"/>
        </w:rPr>
        <w:t>WorldSkills</w:t>
      </w:r>
      <w:proofErr w:type="spellEnd"/>
    </w:p>
    <w:p w:rsidR="00163BBA" w:rsidRPr="001027F6" w:rsidRDefault="00043DB3" w:rsidP="00163BBA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Екатеринбург </w:t>
      </w:r>
      <w:r w:rsidR="009843E8">
        <w:rPr>
          <w:rFonts w:ascii="Times New Roman" w:hAnsi="Times New Roman" w:cs="Times New Roman"/>
          <w:sz w:val="40"/>
          <w:szCs w:val="40"/>
        </w:rPr>
        <w:t>2016</w:t>
      </w:r>
    </w:p>
    <w:p w:rsidR="00163BBA" w:rsidRPr="001027F6" w:rsidRDefault="00163BBA" w:rsidP="00163BBA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</w:p>
    <w:p w:rsidR="00163BBA" w:rsidRPr="001527A3" w:rsidRDefault="00163BBA" w:rsidP="00163BBA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 w:rsidRPr="001527A3">
        <w:rPr>
          <w:rFonts w:ascii="Times New Roman" w:hAnsi="Times New Roman" w:cs="Times New Roman"/>
          <w:sz w:val="40"/>
          <w:szCs w:val="40"/>
        </w:rPr>
        <w:t>по компетенции:</w:t>
      </w:r>
    </w:p>
    <w:p w:rsidR="00163BBA" w:rsidRPr="001527A3" w:rsidRDefault="00163BBA" w:rsidP="00163BBA">
      <w:pPr>
        <w:pStyle w:val="Default"/>
        <w:jc w:val="center"/>
      </w:pPr>
    </w:p>
    <w:p w:rsidR="00163BBA" w:rsidRPr="001527A3" w:rsidRDefault="004F66F3" w:rsidP="00163BBA">
      <w:pPr>
        <w:pStyle w:val="Pa1"/>
        <w:jc w:val="center"/>
        <w:rPr>
          <w:rFonts w:ascii="Times New Roman" w:hAnsi="Times New Roman"/>
          <w:color w:val="000000"/>
          <w:sz w:val="40"/>
          <w:szCs w:val="40"/>
        </w:rPr>
      </w:pPr>
      <w:proofErr w:type="spellStart"/>
      <w:r>
        <w:rPr>
          <w:rStyle w:val="A10"/>
          <w:rFonts w:ascii="Times New Roman" w:hAnsi="Times New Roman"/>
          <w:bCs/>
          <w:sz w:val="40"/>
          <w:szCs w:val="40"/>
        </w:rPr>
        <w:t>Прототипирование</w:t>
      </w:r>
      <w:proofErr w:type="spellEnd"/>
      <w:r>
        <w:rPr>
          <w:rStyle w:val="A10"/>
          <w:rFonts w:ascii="Times New Roman" w:hAnsi="Times New Roman"/>
          <w:bCs/>
          <w:sz w:val="40"/>
          <w:szCs w:val="40"/>
        </w:rPr>
        <w:t xml:space="preserve"> 14</w:t>
      </w:r>
      <w:r w:rsidR="00163BBA">
        <w:rPr>
          <w:rStyle w:val="A10"/>
          <w:rFonts w:ascii="Times New Roman" w:hAnsi="Times New Roman"/>
          <w:bCs/>
          <w:sz w:val="40"/>
          <w:szCs w:val="40"/>
        </w:rPr>
        <w:t>+</w:t>
      </w:r>
    </w:p>
    <w:p w:rsidR="00163BBA" w:rsidRPr="003732B7" w:rsidRDefault="00163BBA" w:rsidP="00163BBA">
      <w:pPr>
        <w:pStyle w:val="Pa2"/>
        <w:jc w:val="both"/>
        <w:rPr>
          <w:rStyle w:val="A20"/>
          <w:rFonts w:ascii="Times New Roman" w:hAnsi="Times New Roman"/>
          <w:bCs/>
          <w:szCs w:val="26"/>
        </w:rPr>
      </w:pPr>
    </w:p>
    <w:p w:rsidR="00163BBA" w:rsidRDefault="00163BBA" w:rsidP="00163BBA">
      <w:pPr>
        <w:pStyle w:val="Pa2"/>
        <w:jc w:val="both"/>
        <w:rPr>
          <w:rStyle w:val="A20"/>
          <w:rFonts w:ascii="Times New Roman" w:hAnsi="Times New Roman"/>
          <w:bCs/>
          <w:szCs w:val="26"/>
        </w:rPr>
      </w:pPr>
    </w:p>
    <w:p w:rsidR="00163BBA" w:rsidRPr="001027F6" w:rsidRDefault="00163BBA" w:rsidP="00163BBA">
      <w:pPr>
        <w:pStyle w:val="Default"/>
      </w:pPr>
    </w:p>
    <w:p w:rsidR="00163BBA" w:rsidRPr="001027F6" w:rsidRDefault="00163BBA" w:rsidP="00163BBA">
      <w:pPr>
        <w:pStyle w:val="Default"/>
      </w:pPr>
    </w:p>
    <w:p w:rsidR="00163BBA" w:rsidRPr="001027F6" w:rsidRDefault="00163BBA" w:rsidP="00163BBA">
      <w:pPr>
        <w:pStyle w:val="Default"/>
      </w:pPr>
    </w:p>
    <w:p w:rsidR="00163BBA" w:rsidRPr="001027F6" w:rsidRDefault="00163BBA" w:rsidP="00163BBA">
      <w:pPr>
        <w:pStyle w:val="Default"/>
      </w:pPr>
    </w:p>
    <w:p w:rsidR="00163BBA" w:rsidRPr="001027F6" w:rsidRDefault="00163BBA" w:rsidP="00163BBA">
      <w:pPr>
        <w:pStyle w:val="Default"/>
      </w:pPr>
    </w:p>
    <w:p w:rsidR="00163BBA" w:rsidRPr="001027F6" w:rsidRDefault="00163BBA" w:rsidP="00163BBA">
      <w:pPr>
        <w:pStyle w:val="Default"/>
      </w:pPr>
    </w:p>
    <w:p w:rsidR="00163BBA" w:rsidRDefault="00163BBA" w:rsidP="00163BBA">
      <w:pPr>
        <w:pStyle w:val="Pa2"/>
        <w:jc w:val="both"/>
        <w:rPr>
          <w:rStyle w:val="A20"/>
          <w:rFonts w:ascii="Times New Roman" w:hAnsi="Times New Roman"/>
          <w:bCs/>
          <w:szCs w:val="26"/>
        </w:rPr>
      </w:pPr>
    </w:p>
    <w:p w:rsidR="00163BBA" w:rsidRDefault="00163BBA" w:rsidP="00163BBA">
      <w:pPr>
        <w:pStyle w:val="Pa2"/>
        <w:jc w:val="both"/>
        <w:rPr>
          <w:rStyle w:val="A20"/>
          <w:rFonts w:ascii="Times New Roman" w:hAnsi="Times New Roman"/>
          <w:bCs/>
          <w:szCs w:val="26"/>
        </w:rPr>
      </w:pPr>
    </w:p>
    <w:p w:rsidR="00163BBA" w:rsidRDefault="00163BBA" w:rsidP="00163BBA">
      <w:pPr>
        <w:pStyle w:val="Pa2"/>
        <w:jc w:val="both"/>
        <w:rPr>
          <w:rStyle w:val="A20"/>
          <w:rFonts w:ascii="Times New Roman" w:hAnsi="Times New Roman"/>
          <w:bCs/>
          <w:szCs w:val="26"/>
        </w:rPr>
      </w:pPr>
    </w:p>
    <w:tbl>
      <w:tblPr>
        <w:tblW w:w="10034" w:type="dxa"/>
        <w:jc w:val="center"/>
        <w:tblLook w:val="04A0"/>
      </w:tblPr>
      <w:tblGrid>
        <w:gridCol w:w="4013"/>
        <w:gridCol w:w="2736"/>
        <w:gridCol w:w="3285"/>
      </w:tblGrid>
      <w:tr w:rsidR="00163BBA" w:rsidRPr="008163A2" w:rsidTr="00E2782C">
        <w:trPr>
          <w:jc w:val="center"/>
        </w:trPr>
        <w:tc>
          <w:tcPr>
            <w:tcW w:w="4013" w:type="dxa"/>
            <w:shd w:val="clear" w:color="auto" w:fill="auto"/>
          </w:tcPr>
          <w:p w:rsidR="00163BBA" w:rsidRPr="00BE7335" w:rsidRDefault="00163BBA" w:rsidP="00E2782C">
            <w:pPr>
              <w:pStyle w:val="Pa2"/>
              <w:rPr>
                <w:rStyle w:val="A20"/>
                <w:rFonts w:ascii="Times New Roman" w:hAnsi="Times New Roman"/>
                <w:b w:val="0"/>
                <w:bCs/>
                <w:sz w:val="24"/>
                <w:lang w:val="en-US"/>
              </w:rPr>
            </w:pPr>
            <w:r>
              <w:rPr>
                <w:rStyle w:val="A20"/>
                <w:rFonts w:ascii="Times New Roman" w:hAnsi="Times New Roman"/>
                <w:b w:val="0"/>
                <w:bCs/>
                <w:sz w:val="24"/>
              </w:rPr>
              <w:t>Утверждаю г</w:t>
            </w: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 xml:space="preserve">лавный эксперт </w:t>
            </w:r>
            <w:proofErr w:type="spellStart"/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  <w:lang w:val="en-US"/>
              </w:rPr>
              <w:t>JuniorSkills</w:t>
            </w:r>
            <w:proofErr w:type="spellEnd"/>
          </w:p>
          <w:p w:rsidR="00163BBA" w:rsidRPr="00BE7335" w:rsidRDefault="00163BBA" w:rsidP="00E2782C">
            <w:pPr>
              <w:pStyle w:val="Default"/>
              <w:rPr>
                <w:lang w:val="en-US"/>
              </w:rPr>
            </w:pPr>
          </w:p>
        </w:tc>
        <w:tc>
          <w:tcPr>
            <w:tcW w:w="2736" w:type="dxa"/>
            <w:shd w:val="clear" w:color="auto" w:fill="auto"/>
          </w:tcPr>
          <w:p w:rsidR="00163BBA" w:rsidRPr="00BE7335" w:rsidRDefault="00163BBA" w:rsidP="00E2782C">
            <w:pPr>
              <w:pStyle w:val="Pa2"/>
              <w:jc w:val="center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  <w:lang w:val="en-US"/>
              </w:rPr>
              <w:t>________________</w:t>
            </w:r>
          </w:p>
        </w:tc>
        <w:tc>
          <w:tcPr>
            <w:tcW w:w="3285" w:type="dxa"/>
            <w:shd w:val="clear" w:color="auto" w:fill="auto"/>
          </w:tcPr>
          <w:p w:rsidR="00163BBA" w:rsidRPr="008E3D45" w:rsidRDefault="00163BBA" w:rsidP="008163A2">
            <w:pPr>
              <w:pStyle w:val="Pa2"/>
              <w:jc w:val="both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/</w:t>
            </w:r>
            <w:r w:rsidR="008163A2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Кузьмин К. В.</w:t>
            </w: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/</w:t>
            </w:r>
          </w:p>
        </w:tc>
      </w:tr>
      <w:tr w:rsidR="00163BBA" w:rsidRPr="008163A2" w:rsidTr="00E2782C">
        <w:trPr>
          <w:jc w:val="center"/>
        </w:trPr>
        <w:tc>
          <w:tcPr>
            <w:tcW w:w="4013" w:type="dxa"/>
            <w:shd w:val="clear" w:color="auto" w:fill="auto"/>
          </w:tcPr>
          <w:p w:rsidR="00163BBA" w:rsidRPr="008E3D45" w:rsidRDefault="00163BBA" w:rsidP="00E2782C">
            <w:pPr>
              <w:pStyle w:val="Pa2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>
              <w:rPr>
                <w:rStyle w:val="A20"/>
                <w:rFonts w:ascii="Times New Roman" w:hAnsi="Times New Roman"/>
                <w:b w:val="0"/>
                <w:bCs/>
                <w:sz w:val="24"/>
              </w:rPr>
              <w:t>Согласовано: т</w:t>
            </w: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 xml:space="preserve">ехнический директор </w:t>
            </w: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  <w:lang w:val="en-US"/>
              </w:rPr>
              <w:t>WSR</w:t>
            </w:r>
          </w:p>
          <w:p w:rsidR="00163BBA" w:rsidRPr="00BE7335" w:rsidRDefault="00163BBA" w:rsidP="00E2782C">
            <w:pPr>
              <w:pStyle w:val="Pa2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163BBA" w:rsidRPr="008E3D45" w:rsidRDefault="00163BBA" w:rsidP="00E2782C">
            <w:pPr>
              <w:pStyle w:val="Pa2"/>
              <w:jc w:val="center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________________</w:t>
            </w:r>
          </w:p>
        </w:tc>
        <w:tc>
          <w:tcPr>
            <w:tcW w:w="3285" w:type="dxa"/>
            <w:shd w:val="clear" w:color="auto" w:fill="auto"/>
          </w:tcPr>
          <w:p w:rsidR="00163BBA" w:rsidRPr="00BE7335" w:rsidRDefault="00163BBA" w:rsidP="00E2782C">
            <w:pPr>
              <w:pStyle w:val="Pa2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/</w:t>
            </w:r>
            <w:proofErr w:type="spellStart"/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Тымчиков</w:t>
            </w:r>
            <w:proofErr w:type="spellEnd"/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 xml:space="preserve"> А.Ю./</w:t>
            </w:r>
          </w:p>
        </w:tc>
      </w:tr>
      <w:tr w:rsidR="00163BBA" w:rsidRPr="008E3D45" w:rsidTr="00E2782C">
        <w:trPr>
          <w:jc w:val="center"/>
        </w:trPr>
        <w:tc>
          <w:tcPr>
            <w:tcW w:w="4013" w:type="dxa"/>
            <w:shd w:val="clear" w:color="auto" w:fill="auto"/>
          </w:tcPr>
          <w:p w:rsidR="00163BBA" w:rsidRPr="008E3D45" w:rsidRDefault="00163BBA" w:rsidP="00E2782C">
            <w:pPr>
              <w:pStyle w:val="Pa2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>
              <w:rPr>
                <w:rStyle w:val="A20"/>
                <w:rFonts w:ascii="Times New Roman" w:hAnsi="Times New Roman"/>
                <w:b w:val="0"/>
                <w:bCs/>
                <w:sz w:val="24"/>
              </w:rPr>
              <w:t>Согласовано: г</w:t>
            </w:r>
            <w:r w:rsidRPr="00BE733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лавный эксперт</w:t>
            </w:r>
          </w:p>
          <w:p w:rsidR="00163BBA" w:rsidRPr="008E3D45" w:rsidRDefault="00163BBA" w:rsidP="00E2782C">
            <w:pPr>
              <w:pStyle w:val="Default"/>
            </w:pPr>
          </w:p>
        </w:tc>
        <w:tc>
          <w:tcPr>
            <w:tcW w:w="2736" w:type="dxa"/>
            <w:shd w:val="clear" w:color="auto" w:fill="auto"/>
          </w:tcPr>
          <w:p w:rsidR="00163BBA" w:rsidRPr="00BE7335" w:rsidRDefault="00163BBA" w:rsidP="00E2782C">
            <w:pPr>
              <w:pStyle w:val="Pa2"/>
              <w:jc w:val="center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________________</w:t>
            </w:r>
          </w:p>
        </w:tc>
        <w:tc>
          <w:tcPr>
            <w:tcW w:w="3285" w:type="dxa"/>
            <w:shd w:val="clear" w:color="auto" w:fill="auto"/>
          </w:tcPr>
          <w:p w:rsidR="00163BBA" w:rsidRPr="00BE7335" w:rsidRDefault="00163BBA" w:rsidP="008E3D45">
            <w:pPr>
              <w:pStyle w:val="Pa2"/>
              <w:jc w:val="both"/>
              <w:rPr>
                <w:rStyle w:val="A20"/>
                <w:rFonts w:ascii="Times New Roman" w:hAnsi="Times New Roman"/>
                <w:b w:val="0"/>
                <w:bCs/>
                <w:sz w:val="24"/>
              </w:rPr>
            </w:pP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 xml:space="preserve">/ </w:t>
            </w:r>
            <w:r w:rsid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>Куколев С.В.</w:t>
            </w:r>
            <w:r w:rsidRPr="008E3D45">
              <w:rPr>
                <w:rStyle w:val="A20"/>
                <w:rFonts w:ascii="Times New Roman" w:hAnsi="Times New Roman"/>
                <w:b w:val="0"/>
                <w:bCs/>
                <w:sz w:val="24"/>
              </w:rPr>
              <w:t xml:space="preserve"> /</w:t>
            </w:r>
          </w:p>
        </w:tc>
      </w:tr>
    </w:tbl>
    <w:p w:rsidR="00F25E2F" w:rsidRPr="0053218E" w:rsidRDefault="00F25E2F" w:rsidP="00632173">
      <w:pPr>
        <w:pStyle w:val="2"/>
        <w:shd w:val="clear" w:color="auto" w:fill="FFFFFF"/>
        <w:rPr>
          <w:rFonts w:ascii="Times New Roman" w:hAnsi="Times New Roman"/>
          <w:color w:val="777777"/>
          <w:sz w:val="40"/>
          <w:szCs w:val="40"/>
          <w:lang w:val="ru-RU"/>
        </w:rPr>
      </w:pPr>
    </w:p>
    <w:p w:rsidR="00163BBA" w:rsidRDefault="00163BBA" w:rsidP="006C2438">
      <w:pPr>
        <w:pStyle w:val="2"/>
        <w:shd w:val="clear" w:color="auto" w:fill="FFFFFF"/>
        <w:ind w:firstLine="709"/>
        <w:jc w:val="center"/>
        <w:rPr>
          <w:rFonts w:ascii="Times New Roman" w:hAnsi="Times New Roman"/>
          <w:color w:val="777777"/>
          <w:sz w:val="40"/>
          <w:szCs w:val="40"/>
          <w:lang w:val="ru-RU"/>
        </w:rPr>
        <w:sectPr w:rsidR="00163BBA" w:rsidSect="00B201CA">
          <w:headerReference w:type="default" r:id="rId10"/>
          <w:footerReference w:type="default" r:id="rId11"/>
          <w:pgSz w:w="11907" w:h="16839" w:code="9"/>
          <w:pgMar w:top="1395" w:right="1134" w:bottom="1418" w:left="1134" w:header="567" w:footer="1020" w:gutter="0"/>
          <w:cols w:space="708"/>
          <w:docGrid w:linePitch="360"/>
        </w:sectPr>
      </w:pPr>
    </w:p>
    <w:p w:rsidR="002344E2" w:rsidRDefault="23A5B7B9" w:rsidP="0053218E">
      <w:pPr>
        <w:pStyle w:val="Doctitle0"/>
        <w:ind w:firstLine="709"/>
        <w:jc w:val="center"/>
        <w:rPr>
          <w:rFonts w:ascii="Times New Roman" w:eastAsia="Times New Roman" w:hAnsi="Times New Roman"/>
          <w:lang w:val="ru-RU"/>
        </w:rPr>
      </w:pPr>
      <w:r w:rsidRPr="0053218E">
        <w:rPr>
          <w:rFonts w:ascii="Times New Roman" w:eastAsia="Times New Roman" w:hAnsi="Times New Roman"/>
          <w:lang w:val="ru-RU"/>
        </w:rPr>
        <w:lastRenderedPageBreak/>
        <w:t>Компетенция 3D-пр</w:t>
      </w:r>
      <w:r w:rsidR="002344E2">
        <w:rPr>
          <w:rFonts w:ascii="Times New Roman" w:eastAsia="Times New Roman" w:hAnsi="Times New Roman"/>
          <w:lang w:val="ru-RU"/>
        </w:rPr>
        <w:t>ототипирование (3D-prototyping)</w:t>
      </w:r>
    </w:p>
    <w:p w:rsidR="00F25E2F" w:rsidRPr="0053218E" w:rsidRDefault="00262221" w:rsidP="0053218E">
      <w:pPr>
        <w:pStyle w:val="Doctitle0"/>
        <w:ind w:firstLine="709"/>
        <w:jc w:val="center"/>
        <w:rPr>
          <w:rFonts w:ascii="Times New Roman" w:hAnsi="Times New Roman"/>
          <w:lang w:val="ru-RU"/>
        </w:rPr>
      </w:pPr>
      <w:r w:rsidRPr="0053218E">
        <w:rPr>
          <w:rFonts w:ascii="Times New Roman" w:eastAsia="Times New Roman" w:hAnsi="Times New Roman"/>
          <w:lang w:val="ru-RU"/>
        </w:rPr>
        <w:t xml:space="preserve">Возрастная категория </w:t>
      </w:r>
      <w:r>
        <w:rPr>
          <w:rFonts w:ascii="Times New Roman" w:eastAsia="Times New Roman" w:hAnsi="Times New Roman"/>
          <w:lang w:val="ru-RU"/>
        </w:rPr>
        <w:t>«</w:t>
      </w:r>
      <w:r w:rsidRPr="0053218E">
        <w:rPr>
          <w:rFonts w:ascii="Times New Roman" w:eastAsia="Times New Roman" w:hAnsi="Times New Roman"/>
          <w:lang w:val="ru-RU"/>
        </w:rPr>
        <w:t>1</w:t>
      </w:r>
      <w:r w:rsidR="00D62999">
        <w:rPr>
          <w:rFonts w:ascii="Times New Roman" w:eastAsia="Times New Roman" w:hAnsi="Times New Roman"/>
          <w:lang w:val="ru-RU"/>
        </w:rPr>
        <w:t>4</w:t>
      </w:r>
      <w:r w:rsidRPr="0053218E">
        <w:rPr>
          <w:rFonts w:ascii="Times New Roman" w:eastAsia="Times New Roman" w:hAnsi="Times New Roman"/>
          <w:lang w:val="ru-RU"/>
        </w:rPr>
        <w:t>+</w:t>
      </w:r>
      <w:r>
        <w:rPr>
          <w:rFonts w:ascii="Times New Roman" w:eastAsia="Times New Roman" w:hAnsi="Times New Roman"/>
          <w:lang w:val="ru-RU"/>
        </w:rPr>
        <w:t>»</w:t>
      </w:r>
    </w:p>
    <w:p w:rsidR="00262221" w:rsidRDefault="00262221" w:rsidP="0053218E">
      <w:pPr>
        <w:pStyle w:val="Doctitle0"/>
        <w:ind w:firstLine="709"/>
        <w:jc w:val="center"/>
        <w:rPr>
          <w:rFonts w:ascii="Times New Roman" w:eastAsia="Times New Roman" w:hAnsi="Times New Roman"/>
          <w:lang w:val="ru-RU"/>
        </w:rPr>
      </w:pPr>
    </w:p>
    <w:p w:rsidR="00F25E2F" w:rsidRPr="0053218E" w:rsidRDefault="008B25E7" w:rsidP="0053218E">
      <w:pPr>
        <w:pStyle w:val="Doctitle0"/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>Конкурсное задание</w:t>
      </w:r>
    </w:p>
    <w:p w:rsidR="00346100" w:rsidRPr="00262221" w:rsidRDefault="00262221" w:rsidP="0053218E">
      <w:pPr>
        <w:pStyle w:val="Doctitle0"/>
        <w:ind w:firstLine="709"/>
        <w:jc w:val="center"/>
        <w:rPr>
          <w:rFonts w:ascii="Times New Roman" w:eastAsia="Times New Roman" w:hAnsi="Times New Roman"/>
          <w:sz w:val="36"/>
          <w:szCs w:val="36"/>
          <w:lang w:val="ru-RU"/>
        </w:rPr>
      </w:pPr>
      <w:r>
        <w:rPr>
          <w:rFonts w:ascii="Times New Roman" w:eastAsia="Times New Roman" w:hAnsi="Times New Roman"/>
          <w:sz w:val="36"/>
          <w:szCs w:val="36"/>
          <w:lang w:val="ru-RU"/>
        </w:rPr>
        <w:t>«</w:t>
      </w:r>
      <w:r w:rsidR="00346100" w:rsidRPr="00262221">
        <w:rPr>
          <w:rFonts w:ascii="Times New Roman" w:eastAsia="Times New Roman" w:hAnsi="Times New Roman"/>
          <w:sz w:val="36"/>
          <w:szCs w:val="36"/>
          <w:lang w:val="ru-RU"/>
        </w:rPr>
        <w:t xml:space="preserve">Разработка и </w:t>
      </w:r>
      <w:proofErr w:type="spellStart"/>
      <w:r w:rsidR="00346100" w:rsidRPr="00262221">
        <w:rPr>
          <w:rFonts w:ascii="Times New Roman" w:eastAsia="Times New Roman" w:hAnsi="Times New Roman"/>
          <w:sz w:val="36"/>
          <w:szCs w:val="36"/>
          <w:lang w:val="ru-RU"/>
        </w:rPr>
        <w:t>прототипирование</w:t>
      </w:r>
      <w:proofErr w:type="spellEnd"/>
      <w:r w:rsidR="003C5719">
        <w:rPr>
          <w:rFonts w:ascii="Times New Roman" w:eastAsia="Times New Roman" w:hAnsi="Times New Roman"/>
          <w:sz w:val="36"/>
          <w:szCs w:val="36"/>
          <w:lang w:val="ru-RU"/>
        </w:rPr>
        <w:t xml:space="preserve"> </w:t>
      </w:r>
      <w:r w:rsidR="008163A2">
        <w:rPr>
          <w:rFonts w:ascii="Times New Roman" w:eastAsia="Times New Roman" w:hAnsi="Times New Roman"/>
          <w:sz w:val="36"/>
          <w:szCs w:val="36"/>
          <w:lang w:val="ru-RU"/>
        </w:rPr>
        <w:t>насоса водяного центробежного</w:t>
      </w:r>
      <w:r>
        <w:rPr>
          <w:rFonts w:ascii="Times New Roman" w:eastAsia="Times New Roman" w:hAnsi="Times New Roman"/>
          <w:sz w:val="36"/>
          <w:szCs w:val="36"/>
          <w:lang w:val="ru-RU"/>
        </w:rPr>
        <w:t>»</w:t>
      </w:r>
    </w:p>
    <w:p w:rsidR="00F25E2F" w:rsidRDefault="23A5B7B9" w:rsidP="0053218E">
      <w:pPr>
        <w:pStyle w:val="Doctitle0"/>
        <w:ind w:firstLine="709"/>
        <w:jc w:val="center"/>
        <w:rPr>
          <w:rFonts w:ascii="Times New Roman" w:eastAsia="Times New Roman" w:hAnsi="Times New Roman"/>
          <w:sz w:val="32"/>
          <w:szCs w:val="32"/>
          <w:lang w:val="ru-RU"/>
        </w:rPr>
      </w:pPr>
      <w:r w:rsidRPr="00262221">
        <w:rPr>
          <w:rFonts w:ascii="Times New Roman" w:eastAsia="Times New Roman" w:hAnsi="Times New Roman"/>
          <w:sz w:val="32"/>
          <w:szCs w:val="32"/>
          <w:lang w:val="ru-RU"/>
        </w:rPr>
        <w:t>Врем</w:t>
      </w:r>
      <w:r w:rsidR="0053218E" w:rsidRPr="00262221">
        <w:rPr>
          <w:rFonts w:ascii="Times New Roman" w:eastAsia="Times New Roman" w:hAnsi="Times New Roman"/>
          <w:sz w:val="32"/>
          <w:szCs w:val="32"/>
          <w:lang w:val="ru-RU"/>
        </w:rPr>
        <w:t>я на выполнение задания</w:t>
      </w:r>
      <w:r w:rsidR="008163A2">
        <w:rPr>
          <w:rFonts w:ascii="Times New Roman" w:eastAsia="Times New Roman" w:hAnsi="Times New Roman"/>
          <w:sz w:val="32"/>
          <w:szCs w:val="32"/>
          <w:lang w:val="ru-RU"/>
        </w:rPr>
        <w:t xml:space="preserve"> – 12</w:t>
      </w:r>
      <w:r w:rsidR="00346100" w:rsidRPr="00262221">
        <w:rPr>
          <w:rFonts w:ascii="Times New Roman" w:eastAsia="Times New Roman" w:hAnsi="Times New Roman"/>
          <w:sz w:val="32"/>
          <w:szCs w:val="32"/>
          <w:lang w:val="ru-RU"/>
        </w:rPr>
        <w:t xml:space="preserve"> час</w:t>
      </w:r>
      <w:r w:rsidR="008163A2">
        <w:rPr>
          <w:rFonts w:ascii="Times New Roman" w:eastAsia="Times New Roman" w:hAnsi="Times New Roman"/>
          <w:sz w:val="32"/>
          <w:szCs w:val="32"/>
          <w:lang w:val="ru-RU"/>
        </w:rPr>
        <w:t>ов</w:t>
      </w:r>
    </w:p>
    <w:p w:rsidR="00262221" w:rsidRPr="00262221" w:rsidRDefault="00262221" w:rsidP="0053218E">
      <w:pPr>
        <w:pStyle w:val="Doctitle0"/>
        <w:ind w:firstLine="709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897BE0" w:rsidRPr="00A70D89" w:rsidRDefault="23A5B7B9" w:rsidP="0053218E">
      <w:pPr>
        <w:pStyle w:val="Doctitle0"/>
        <w:ind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53218E">
        <w:rPr>
          <w:rFonts w:ascii="Times New Roman" w:eastAsia="Times New Roman" w:hAnsi="Times New Roman"/>
          <w:sz w:val="32"/>
          <w:szCs w:val="32"/>
          <w:lang w:val="ru-RU"/>
        </w:rPr>
        <w:t>Порядок выполнения задания</w:t>
      </w:r>
      <w:r w:rsidR="00F9200E">
        <w:rPr>
          <w:rFonts w:ascii="Times New Roman" w:eastAsia="Times New Roman" w:hAnsi="Times New Roman"/>
          <w:sz w:val="32"/>
          <w:szCs w:val="32"/>
          <w:lang w:val="ru-RU"/>
        </w:rPr>
        <w:t xml:space="preserve"> и общие требования к выполнению</w:t>
      </w:r>
      <w:r w:rsidRPr="00A70D89">
        <w:rPr>
          <w:rFonts w:ascii="Times New Roman" w:eastAsia="Times New Roman" w:hAnsi="Times New Roman"/>
          <w:sz w:val="32"/>
          <w:szCs w:val="32"/>
          <w:lang w:val="ru-RU"/>
        </w:rPr>
        <w:t>:</w:t>
      </w:r>
    </w:p>
    <w:p w:rsidR="00897BE0" w:rsidRPr="0053218E" w:rsidRDefault="23A5B7B9" w:rsidP="00C06382">
      <w:pPr>
        <w:pStyle w:val="Docsubtitle2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lang w:val="ru-RU" w:eastAsia="ko-KR"/>
        </w:rPr>
      </w:pPr>
      <w:r w:rsidRPr="0053218E">
        <w:rPr>
          <w:rFonts w:ascii="Times New Roman" w:hAnsi="Times New Roman"/>
          <w:lang w:val="ru-RU" w:eastAsia="ko-KR"/>
        </w:rPr>
        <w:t>Внимательно ознакомиться с предложенным заданием</w:t>
      </w:r>
      <w:r w:rsidR="008261AF">
        <w:rPr>
          <w:rFonts w:ascii="Times New Roman" w:hAnsi="Times New Roman"/>
          <w:lang w:val="ru-RU" w:eastAsia="ko-KR"/>
        </w:rPr>
        <w:t>, а также с предлагаемыми критериями оценки и правилами оценивания работы.</w:t>
      </w:r>
    </w:p>
    <w:p w:rsidR="00346100" w:rsidRDefault="23A5B7B9" w:rsidP="00C06382">
      <w:pPr>
        <w:pStyle w:val="Docsubtitle2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lang w:val="ru-RU" w:eastAsia="ko-KR"/>
        </w:rPr>
      </w:pPr>
      <w:r w:rsidRPr="0053218E">
        <w:rPr>
          <w:rFonts w:ascii="Times New Roman" w:hAnsi="Times New Roman"/>
          <w:lang w:val="ru-RU" w:eastAsia="ko-KR"/>
        </w:rPr>
        <w:t xml:space="preserve">В том случае, если задание включает в себя работу с готовыми деталями (их копирование или изготовление ответных частей), </w:t>
      </w:r>
      <w:r w:rsidR="00346100">
        <w:rPr>
          <w:rFonts w:ascii="Times New Roman" w:hAnsi="Times New Roman"/>
          <w:lang w:val="ru-RU" w:eastAsia="ko-KR"/>
        </w:rPr>
        <w:t>необходимо:</w:t>
      </w:r>
    </w:p>
    <w:p w:rsidR="00346100" w:rsidRDefault="23A5B7B9" w:rsidP="00C0638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 w:eastAsia="ko-KR"/>
        </w:rPr>
      </w:pPr>
      <w:r w:rsidRPr="0053218E">
        <w:rPr>
          <w:rFonts w:ascii="Times New Roman" w:hAnsi="Times New Roman"/>
          <w:lang w:val="ru-RU" w:eastAsia="ko-KR"/>
        </w:rPr>
        <w:t>в</w:t>
      </w:r>
      <w:r w:rsidRPr="0053218E">
        <w:rPr>
          <w:rFonts w:ascii="Times New Roman" w:hAnsi="Times New Roman"/>
          <w:lang w:val="ru-RU"/>
        </w:rPr>
        <w:t>ыполнить необходимые замеры и нарисовать эскизы с простановкой размеров (в количестве достаточном для воспроизведения деталей в 3</w:t>
      </w:r>
      <w:r w:rsidRPr="0053218E">
        <w:rPr>
          <w:rFonts w:ascii="Times New Roman" w:hAnsi="Times New Roman"/>
          <w:lang w:val="en-US"/>
        </w:rPr>
        <w:t>D</w:t>
      </w:r>
      <w:r w:rsidR="00346100">
        <w:rPr>
          <w:rFonts w:ascii="Times New Roman" w:hAnsi="Times New Roman"/>
          <w:lang w:val="ru-RU"/>
        </w:rPr>
        <w:t>-редакторе).</w:t>
      </w:r>
    </w:p>
    <w:p w:rsidR="00897BE0" w:rsidRPr="00346100" w:rsidRDefault="00346100" w:rsidP="00C0638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 w:eastAsia="ko-KR"/>
        </w:rPr>
      </w:pPr>
      <w:r w:rsidRPr="00346100">
        <w:rPr>
          <w:rFonts w:ascii="Times New Roman" w:hAnsi="Times New Roman"/>
          <w:lang w:val="ru-RU" w:eastAsia="ko-KR"/>
        </w:rPr>
        <w:t>Создать 3D-модели деталей в соответствии с требованиями задания</w:t>
      </w:r>
      <w:r w:rsidR="23A5B7B9" w:rsidRPr="00346100">
        <w:rPr>
          <w:rFonts w:ascii="Times New Roman" w:hAnsi="Times New Roman"/>
          <w:lang w:val="ru-RU" w:eastAsia="ko-KR"/>
        </w:rPr>
        <w:t>.</w:t>
      </w:r>
    </w:p>
    <w:p w:rsidR="23A5B7B9" w:rsidRPr="002E27A0" w:rsidRDefault="23A5B7B9" w:rsidP="00C06382">
      <w:pPr>
        <w:pStyle w:val="Docsubtitle2"/>
        <w:numPr>
          <w:ilvl w:val="1"/>
          <w:numId w:val="16"/>
        </w:numPr>
        <w:ind w:left="1418" w:firstLine="0"/>
        <w:jc w:val="both"/>
        <w:rPr>
          <w:rFonts w:ascii="Times New Roman" w:hAnsi="Times New Roman"/>
          <w:w w:val="90"/>
          <w:lang w:val="ru-RU"/>
        </w:rPr>
      </w:pPr>
      <w:r w:rsidRPr="002E27A0">
        <w:rPr>
          <w:rFonts w:ascii="Times New Roman" w:hAnsi="Times New Roman"/>
          <w:lang w:val="ru-RU" w:eastAsia="ko-KR"/>
        </w:rPr>
        <w:t xml:space="preserve">Проверить правильность выполнения пункта </w:t>
      </w:r>
      <w:r w:rsidR="00D62999">
        <w:rPr>
          <w:rFonts w:ascii="Times New Roman" w:hAnsi="Times New Roman"/>
          <w:lang w:val="ru-RU" w:eastAsia="ko-KR"/>
        </w:rPr>
        <w:t>2.2</w:t>
      </w:r>
      <w:r w:rsidRPr="002E27A0">
        <w:rPr>
          <w:rFonts w:ascii="Times New Roman" w:hAnsi="Times New Roman"/>
          <w:lang w:val="ru-RU" w:eastAsia="ko-KR"/>
        </w:rPr>
        <w:t xml:space="preserve">, после чего осуществить экспорт </w:t>
      </w:r>
      <w:r w:rsidR="00D62999">
        <w:rPr>
          <w:rFonts w:ascii="Times New Roman" w:hAnsi="Times New Roman"/>
          <w:w w:val="90"/>
          <w:lang w:val="ru-RU" w:eastAsia="ko-KR"/>
        </w:rPr>
        <w:t>модели</w:t>
      </w:r>
      <w:r w:rsidRPr="002E27A0">
        <w:rPr>
          <w:rFonts w:ascii="Times New Roman" w:hAnsi="Times New Roman"/>
          <w:w w:val="90"/>
          <w:lang w:val="ru-RU" w:eastAsia="ko-KR"/>
        </w:rPr>
        <w:t xml:space="preserve"> в формат </w:t>
      </w:r>
      <w:proofErr w:type="spellStart"/>
      <w:r w:rsidRPr="002E27A0">
        <w:rPr>
          <w:rFonts w:ascii="Times New Roman" w:hAnsi="Times New Roman"/>
          <w:w w:val="90"/>
          <w:lang w:val="ru-RU" w:eastAsia="ko-KR"/>
        </w:rPr>
        <w:t>stl</w:t>
      </w:r>
      <w:proofErr w:type="spellEnd"/>
      <w:r w:rsidRPr="002E27A0">
        <w:rPr>
          <w:rFonts w:ascii="Times New Roman" w:hAnsi="Times New Roman"/>
          <w:w w:val="90"/>
          <w:lang w:val="ru-RU" w:eastAsia="ko-KR"/>
        </w:rPr>
        <w:t>.</w:t>
      </w:r>
    </w:p>
    <w:p w:rsidR="00897BE0" w:rsidRPr="002E27A0" w:rsidRDefault="23A5B7B9" w:rsidP="00C0638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 w:eastAsia="ko-KR"/>
        </w:rPr>
      </w:pPr>
      <w:r w:rsidRPr="002E27A0">
        <w:rPr>
          <w:rFonts w:ascii="Times New Roman" w:hAnsi="Times New Roman"/>
          <w:lang w:val="ru-RU" w:eastAsia="ko-KR"/>
        </w:rPr>
        <w:t>Заполнить технологическую карту изделия (оп</w:t>
      </w:r>
      <w:r w:rsidR="002E27A0" w:rsidRPr="002E27A0">
        <w:rPr>
          <w:rFonts w:ascii="Times New Roman" w:hAnsi="Times New Roman"/>
          <w:lang w:val="ru-RU" w:eastAsia="ko-KR"/>
        </w:rPr>
        <w:t>ределить параметры и</w:t>
      </w:r>
      <w:r w:rsidRPr="002E27A0">
        <w:rPr>
          <w:rFonts w:ascii="Times New Roman" w:hAnsi="Times New Roman"/>
          <w:lang w:val="ru-RU" w:eastAsia="ko-KR"/>
        </w:rPr>
        <w:t xml:space="preserve"> режимы печати).</w:t>
      </w:r>
    </w:p>
    <w:p w:rsidR="23A5B7B9" w:rsidRPr="00346100" w:rsidRDefault="23A5B7B9" w:rsidP="00C0638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</w:rPr>
      </w:pPr>
      <w:r w:rsidRPr="002E27A0">
        <w:rPr>
          <w:rFonts w:ascii="Times New Roman" w:hAnsi="Times New Roman"/>
          <w:lang w:val="ru-RU" w:eastAsia="ko-KR"/>
        </w:rPr>
        <w:t>Осуществить печать разработанной детали.</w:t>
      </w:r>
    </w:p>
    <w:p w:rsidR="008163A2" w:rsidRDefault="008163A2" w:rsidP="00C06382">
      <w:pPr>
        <w:pStyle w:val="Docsubtitle2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том случае, если задание включает в себя получение необходимых размеров путём расчёта:</w:t>
      </w:r>
    </w:p>
    <w:p w:rsidR="008163A2" w:rsidRDefault="008163A2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открыть предварительно подготовленный файл формата </w:t>
      </w:r>
      <w:r>
        <w:rPr>
          <w:rFonts w:ascii="Times New Roman" w:hAnsi="Times New Roman"/>
          <w:lang w:val="en-US"/>
        </w:rPr>
        <w:t>Open</w:t>
      </w:r>
      <w:r w:rsidRPr="008163A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en-US"/>
        </w:rPr>
        <w:t>Office</w:t>
      </w:r>
      <w:r w:rsidRPr="008163A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en-US"/>
        </w:rPr>
        <w:t>Calc</w:t>
      </w:r>
      <w:r w:rsidRPr="008163A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en-US"/>
        </w:rPr>
        <w:t>c</w:t>
      </w:r>
      <w:r w:rsidRPr="008163A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алгоритмом расчёта;</w:t>
      </w:r>
    </w:p>
    <w:p w:rsidR="008163A2" w:rsidRDefault="008163A2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внести в соответствующие поля заданные параметры;</w:t>
      </w:r>
    </w:p>
    <w:p w:rsidR="008163A2" w:rsidRDefault="008163A2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получить расчётные значения;</w:t>
      </w:r>
    </w:p>
    <w:p w:rsidR="008163A2" w:rsidRDefault="007A5143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внести полученные значения в соответствующие поля на предоставляемом чертеже, проставить метку команды в штампе чертежа;</w:t>
      </w:r>
    </w:p>
    <w:p w:rsidR="007A5143" w:rsidRDefault="007A5143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распечатать чертёж;</w:t>
      </w:r>
    </w:p>
    <w:p w:rsidR="007A5143" w:rsidRDefault="007A5143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создать 3</w:t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  <w:lang w:val="ru-RU"/>
        </w:rPr>
        <w:t>-модель детали;</w:t>
      </w:r>
    </w:p>
    <w:p w:rsidR="007A5143" w:rsidRDefault="007A5143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заполнить технологическую карту изготовления детали (параметры и режимы печати)</w:t>
      </w:r>
    </w:p>
    <w:p w:rsidR="007A5143" w:rsidRDefault="007A5143" w:rsidP="008163A2">
      <w:pPr>
        <w:pStyle w:val="Docsubtitle2"/>
        <w:numPr>
          <w:ilvl w:val="1"/>
          <w:numId w:val="16"/>
        </w:numPr>
        <w:ind w:left="709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осуществить печать разработанной детали.</w:t>
      </w:r>
    </w:p>
    <w:p w:rsidR="007260D4" w:rsidRDefault="007260D4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br w:type="page"/>
      </w:r>
    </w:p>
    <w:p w:rsidR="000556CF" w:rsidRDefault="000556CF" w:rsidP="000556CF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lastRenderedPageBreak/>
        <w:t>Описание возможного варианта конкурсного задания</w:t>
      </w:r>
    </w:p>
    <w:p w:rsidR="007A5143" w:rsidRDefault="000C5D35" w:rsidP="0092503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60D4">
        <w:rPr>
          <w:rFonts w:ascii="Times New Roman" w:hAnsi="Times New Roman"/>
          <w:sz w:val="28"/>
          <w:szCs w:val="28"/>
          <w:lang w:val="ru-RU"/>
        </w:rPr>
        <w:t xml:space="preserve">Участникам предлагается самостоятельно спроектировать отдельные детали </w:t>
      </w:r>
      <w:r w:rsidR="007A5143">
        <w:rPr>
          <w:rFonts w:ascii="Times New Roman" w:hAnsi="Times New Roman"/>
          <w:sz w:val="28"/>
          <w:szCs w:val="28"/>
          <w:lang w:val="ru-RU"/>
        </w:rPr>
        <w:t>центробежного насоса</w:t>
      </w:r>
      <w:r w:rsidR="000C0C2E">
        <w:rPr>
          <w:rFonts w:ascii="Times New Roman" w:hAnsi="Times New Roman"/>
          <w:sz w:val="28"/>
          <w:szCs w:val="28"/>
          <w:lang w:val="ru-RU"/>
        </w:rPr>
        <w:t>. Собрать изделие, проверить работоспособность и замерить характеристики (напор).</w:t>
      </w:r>
    </w:p>
    <w:p w:rsidR="007A5143" w:rsidRDefault="007A5143" w:rsidP="0092503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0083" w:rsidRDefault="00DE5147" w:rsidP="0092503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60D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80083">
        <w:rPr>
          <w:rFonts w:ascii="Times New Roman" w:hAnsi="Times New Roman"/>
          <w:sz w:val="28"/>
          <w:szCs w:val="28"/>
          <w:lang w:val="ru-RU"/>
        </w:rPr>
        <w:t>В качестве входных данных для проектирования предлагаются:</w:t>
      </w:r>
    </w:p>
    <w:p w:rsidR="00D80083" w:rsidRDefault="0012279E" w:rsidP="0092503E">
      <w:pPr>
        <w:pStyle w:val="ad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Образец </w:t>
      </w:r>
      <w:r w:rsidR="00D80083" w:rsidRPr="00D80083">
        <w:rPr>
          <w:rFonts w:ascii="Times New Roman" w:hAnsi="Times New Roman"/>
          <w:sz w:val="28"/>
          <w:szCs w:val="28"/>
          <w:lang w:val="ru-RU"/>
        </w:rPr>
        <w:t>при</w:t>
      </w:r>
      <w:r>
        <w:rPr>
          <w:rFonts w:ascii="Times New Roman" w:hAnsi="Times New Roman"/>
          <w:sz w:val="28"/>
          <w:szCs w:val="28"/>
          <w:lang w:val="ru-RU"/>
        </w:rPr>
        <w:t>мерного</w:t>
      </w:r>
      <w:r w:rsidR="00D80083" w:rsidRPr="00D80083">
        <w:rPr>
          <w:rFonts w:ascii="Times New Roman" w:hAnsi="Times New Roman"/>
          <w:sz w:val="28"/>
          <w:szCs w:val="28"/>
          <w:lang w:val="ru-RU"/>
        </w:rPr>
        <w:t xml:space="preserve"> внешнего </w:t>
      </w:r>
      <w:r w:rsidR="00234BF5">
        <w:rPr>
          <w:rFonts w:ascii="Times New Roman" w:hAnsi="Times New Roman"/>
          <w:sz w:val="28"/>
          <w:szCs w:val="28"/>
          <w:lang w:val="ru-RU"/>
        </w:rPr>
        <w:t>конечног</w:t>
      </w:r>
      <w:r w:rsidR="000C0C2E">
        <w:rPr>
          <w:rFonts w:ascii="Times New Roman" w:hAnsi="Times New Roman"/>
          <w:sz w:val="28"/>
          <w:szCs w:val="28"/>
          <w:lang w:val="ru-RU"/>
        </w:rPr>
        <w:t xml:space="preserve">о вида проектируемого устройства </w:t>
      </w:r>
      <w:r w:rsidR="00E17BA9" w:rsidRPr="00D80083">
        <w:rPr>
          <w:rFonts w:ascii="Times New Roman" w:hAnsi="Times New Roman"/>
          <w:sz w:val="28"/>
          <w:szCs w:val="28"/>
          <w:lang w:val="ru-RU"/>
        </w:rPr>
        <w:t>(рис.</w:t>
      </w:r>
      <w:r w:rsidR="000C0C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80083">
        <w:rPr>
          <w:rFonts w:ascii="Times New Roman" w:hAnsi="Times New Roman"/>
          <w:sz w:val="28"/>
          <w:szCs w:val="28"/>
          <w:lang w:val="ru-RU"/>
        </w:rPr>
        <w:t>1</w:t>
      </w:r>
      <w:r w:rsidR="00E17BA9" w:rsidRPr="00D80083">
        <w:rPr>
          <w:rFonts w:ascii="Times New Roman" w:hAnsi="Times New Roman"/>
          <w:sz w:val="28"/>
          <w:szCs w:val="28"/>
          <w:lang w:val="ru-RU"/>
        </w:rPr>
        <w:t>)</w:t>
      </w:r>
      <w:r w:rsidR="00D80083">
        <w:rPr>
          <w:rFonts w:ascii="Times New Roman" w:hAnsi="Times New Roman"/>
          <w:sz w:val="28"/>
          <w:szCs w:val="28"/>
          <w:lang w:val="ru-RU"/>
        </w:rPr>
        <w:t>;</w:t>
      </w:r>
    </w:p>
    <w:p w:rsidR="00D80083" w:rsidRDefault="000C0C2E" w:rsidP="0092503E">
      <w:pPr>
        <w:pStyle w:val="ad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подшипники</w:t>
      </w:r>
      <w:r w:rsidR="00D80083">
        <w:rPr>
          <w:rFonts w:ascii="Times New Roman" w:hAnsi="Times New Roman"/>
          <w:sz w:val="28"/>
          <w:szCs w:val="28"/>
          <w:lang w:val="ru-RU"/>
        </w:rPr>
        <w:t>;</w:t>
      </w:r>
    </w:p>
    <w:p w:rsidR="00D80083" w:rsidRDefault="000C0C2E" w:rsidP="0092503E">
      <w:pPr>
        <w:pStyle w:val="ad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приводной вал</w:t>
      </w:r>
      <w:r w:rsidR="00D80083">
        <w:rPr>
          <w:rFonts w:ascii="Times New Roman" w:hAnsi="Times New Roman"/>
          <w:sz w:val="28"/>
          <w:szCs w:val="28"/>
          <w:lang w:val="ru-RU"/>
        </w:rPr>
        <w:t>;</w:t>
      </w:r>
    </w:p>
    <w:p w:rsidR="00D80083" w:rsidRDefault="000C0C2E" w:rsidP="0092503E">
      <w:pPr>
        <w:pStyle w:val="ad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приводящий электродвигатель;</w:t>
      </w:r>
    </w:p>
    <w:p w:rsidR="000C0C2E" w:rsidRDefault="000C0C2E" w:rsidP="0092503E">
      <w:pPr>
        <w:pStyle w:val="ad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комплект крепежных деталей.</w:t>
      </w:r>
    </w:p>
    <w:p w:rsidR="000C0C2E" w:rsidRDefault="000C0C2E" w:rsidP="000C0C2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0C2E" w:rsidRDefault="000C0C2E" w:rsidP="000C0C2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Участникам необходимо получить основные размеры деталей насоса, выполнить построение </w:t>
      </w:r>
      <w:r w:rsidRPr="000C0C2E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lang w:val="ru-RU"/>
        </w:rPr>
        <w:t xml:space="preserve">-модели, изготовить прототипы деталей, собрать конструкцию, проверить её на работоспособность, </w:t>
      </w:r>
      <w:r w:rsidR="008D6074">
        <w:rPr>
          <w:rFonts w:ascii="Times New Roman" w:hAnsi="Times New Roman"/>
          <w:sz w:val="28"/>
          <w:szCs w:val="28"/>
          <w:lang w:val="ru-RU"/>
        </w:rPr>
        <w:t>подготовить комплект чертежей, замерить напор.</w:t>
      </w:r>
    </w:p>
    <w:p w:rsidR="00D50E13" w:rsidRDefault="008D6074" w:rsidP="0092503E">
      <w:pPr>
        <w:ind w:firstLine="709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151130</wp:posOffset>
            </wp:positionV>
            <wp:extent cx="2837815" cy="3284855"/>
            <wp:effectExtent l="19050" t="0" r="635" b="0"/>
            <wp:wrapNone/>
            <wp:docPr id="13" name="Рисунок 12" descr="Насос в сбо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сос в сборе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3222373</wp:posOffset>
            </wp:positionH>
            <wp:positionV relativeFrom="paragraph">
              <wp:posOffset>156415</wp:posOffset>
            </wp:positionV>
            <wp:extent cx="2864751" cy="3285461"/>
            <wp:effectExtent l="19050" t="0" r="0" b="0"/>
            <wp:wrapNone/>
            <wp:docPr id="14" name="Рисунок 13" descr="Насос в сборе Четверть Корпуса и Консо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сос в сборе Четверть Корпуса и Консоли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51" cy="3285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2B1" w:rsidRDefault="007722B1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br w:type="page"/>
      </w:r>
    </w:p>
    <w:p w:rsidR="0057227E" w:rsidRDefault="00F9200E" w:rsidP="00F9200E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lastRenderedPageBreak/>
        <w:t>Основные элементы задания</w:t>
      </w:r>
    </w:p>
    <w:p w:rsidR="0057227E" w:rsidRDefault="0057227E" w:rsidP="0057227E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E7EB4" w:rsidRDefault="00F9200E" w:rsidP="00F9200E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Проектирование 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E7EB4">
        <w:rPr>
          <w:rFonts w:ascii="Times New Roman" w:hAnsi="Times New Roman"/>
          <w:b/>
          <w:sz w:val="28"/>
          <w:szCs w:val="28"/>
          <w:lang w:val="ru-RU"/>
        </w:rPr>
        <w:t>рототипирование</w:t>
      </w:r>
      <w:proofErr w:type="spellEnd"/>
      <w:r w:rsidR="009E7EB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61586">
        <w:rPr>
          <w:rFonts w:ascii="Times New Roman" w:hAnsi="Times New Roman"/>
          <w:b/>
          <w:sz w:val="28"/>
          <w:szCs w:val="28"/>
          <w:lang w:val="ru-RU"/>
        </w:rPr>
        <w:t>крыльчатки</w:t>
      </w:r>
      <w:r w:rsidR="00234BF5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234BF5" w:rsidRDefault="00234BF5" w:rsidP="00F9200E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61586" w:rsidRDefault="00D6158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Участникам необходимо создать физический прототип крыльчатки насоса совместимый с предлагаемым приводным валом.</w:t>
      </w:r>
    </w:p>
    <w:p w:rsidR="00D61586" w:rsidRDefault="008D6074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3086366</wp:posOffset>
            </wp:positionH>
            <wp:positionV relativeFrom="paragraph">
              <wp:posOffset>114625</wp:posOffset>
            </wp:positionV>
            <wp:extent cx="3532224" cy="1935126"/>
            <wp:effectExtent l="19050" t="0" r="0" b="0"/>
            <wp:wrapNone/>
            <wp:docPr id="1" name="Рисунок 0" descr="Крыльчатка с четверт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ыльчатка с четвертью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2224" cy="1935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114300</wp:posOffset>
            </wp:positionV>
            <wp:extent cx="3105150" cy="1924050"/>
            <wp:effectExtent l="19050" t="0" r="0" b="0"/>
            <wp:wrapNone/>
            <wp:docPr id="10" name="Рисунок 9" descr="Крыльча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ыльчатка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1C03" w:rsidRDefault="00D61C03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1586" w:rsidRDefault="00D6158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соревнованиях будет предоставлен чертёж детали, основные размеры необходимо получить из предоставляемого расчётного файла. Также потребуется измерить посадочную часть предоставляемого приводного вала</w:t>
      </w:r>
      <w:r w:rsidR="00C10C1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Необходимо заполнить соответствующие поля на чертеже.</w:t>
      </w:r>
    </w:p>
    <w:p w:rsidR="00D61586" w:rsidRDefault="00D6158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1586" w:rsidRPr="00D61586" w:rsidRDefault="00D61586" w:rsidP="00D61C03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чертежу построить </w:t>
      </w:r>
      <w:r w:rsidRPr="00D6158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lang w:val="ru-RU"/>
        </w:rPr>
        <w:t>-модель крыльчатки</w:t>
      </w:r>
      <w:r w:rsidR="008D6074">
        <w:rPr>
          <w:rFonts w:ascii="Times New Roman" w:hAnsi="Times New Roman"/>
          <w:sz w:val="28"/>
          <w:szCs w:val="28"/>
          <w:lang w:val="ru-RU"/>
        </w:rPr>
        <w:t>, подготовить задание на печать, напечатать деталь, создать чертёж детали, проставить метку команды в штампе чертежа, распечатать чертёж</w:t>
      </w:r>
      <w:r>
        <w:rPr>
          <w:rFonts w:ascii="Times New Roman" w:hAnsi="Times New Roman"/>
          <w:sz w:val="28"/>
          <w:szCs w:val="28"/>
          <w:lang w:val="ru-RU"/>
        </w:rPr>
        <w:t xml:space="preserve"> в соответствии с общими требованиями к данному заданию.</w:t>
      </w:r>
      <w:r w:rsidR="00D61C03">
        <w:rPr>
          <w:rFonts w:ascii="Times New Roman" w:hAnsi="Times New Roman"/>
          <w:sz w:val="28"/>
          <w:szCs w:val="28"/>
          <w:lang w:val="ru-RU"/>
        </w:rPr>
        <w:br/>
      </w:r>
    </w:p>
    <w:p w:rsidR="005C29CD" w:rsidRDefault="005C29CD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D6074" w:rsidRDefault="008D6074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A67F13" w:rsidRDefault="00F9200E" w:rsidP="00914087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Проектирование 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Pr="00F9200E">
        <w:rPr>
          <w:rFonts w:ascii="Times New Roman" w:hAnsi="Times New Roman"/>
          <w:b/>
          <w:sz w:val="28"/>
          <w:szCs w:val="28"/>
          <w:lang w:val="ru-RU"/>
        </w:rPr>
        <w:t>рототипирование</w:t>
      </w:r>
      <w:proofErr w:type="spellEnd"/>
      <w:r w:rsidR="00A67F1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10C16">
        <w:rPr>
          <w:rFonts w:ascii="Times New Roman" w:hAnsi="Times New Roman"/>
          <w:b/>
          <w:sz w:val="28"/>
          <w:szCs w:val="28"/>
          <w:lang w:val="ru-RU"/>
        </w:rPr>
        <w:t>корпуса насоса.</w:t>
      </w:r>
    </w:p>
    <w:p w:rsidR="00F35DEB" w:rsidRDefault="00F35DE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C16" w:rsidRDefault="00C10C16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Участникам необходимо создать физический прототип корпуса.</w:t>
      </w:r>
    </w:p>
    <w:p w:rsidR="00D61C03" w:rsidRDefault="00D61C03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1C03" w:rsidRDefault="008D6074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-635</wp:posOffset>
            </wp:positionV>
            <wp:extent cx="3276600" cy="1573530"/>
            <wp:effectExtent l="19050" t="0" r="0" b="0"/>
            <wp:wrapNone/>
            <wp:docPr id="2" name="Рисунок 1" descr="Корпус с четверт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пус с четвертью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3318067</wp:posOffset>
            </wp:positionH>
            <wp:positionV relativeFrom="paragraph">
              <wp:posOffset>-118</wp:posOffset>
            </wp:positionV>
            <wp:extent cx="3223880" cy="1637414"/>
            <wp:effectExtent l="19050" t="0" r="0" b="0"/>
            <wp:wrapNone/>
            <wp:docPr id="9" name="Рисунок 8" descr="Корпус с четвертью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пус с четвертью Снизу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3880" cy="1637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0C16" w:rsidRDefault="00C10C16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C16" w:rsidRDefault="00C10C16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соревнованиях будет предоставлен чертёж детали, основные размеры необходимо получить из предоставляемого расчётного файла. Необходимо заполнить соответствующие поля на чертеже.</w:t>
      </w:r>
    </w:p>
    <w:p w:rsidR="00C10C16" w:rsidRDefault="00C10C16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C16" w:rsidRPr="00D61586" w:rsidRDefault="008D6074" w:rsidP="00C10C1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чертежу построить </w:t>
      </w:r>
      <w:r w:rsidRPr="00D6158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lang w:val="ru-RU"/>
        </w:rPr>
        <w:t>-модель корпуса, подготовить задание на печать, напечатать деталь, создать чертёж детали, проставить метку команды в штампе чертежа, распечатать чертёж в соответствии с общими требованиями к данному заданию.</w:t>
      </w:r>
    </w:p>
    <w:p w:rsidR="00C10C16" w:rsidRDefault="00C10C16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10C16" w:rsidRDefault="00C10C16" w:rsidP="00D75BAC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10C16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Проектирование и </w:t>
      </w:r>
      <w:proofErr w:type="spellStart"/>
      <w:r w:rsidRPr="00C10C16">
        <w:rPr>
          <w:rFonts w:ascii="Times New Roman" w:hAnsi="Times New Roman"/>
          <w:b/>
          <w:sz w:val="28"/>
          <w:szCs w:val="28"/>
          <w:lang w:val="ru-RU"/>
        </w:rPr>
        <w:t>прототипирование</w:t>
      </w:r>
      <w:proofErr w:type="spellEnd"/>
      <w:r w:rsidRPr="00C10C16">
        <w:rPr>
          <w:rFonts w:ascii="Times New Roman" w:hAnsi="Times New Roman"/>
          <w:b/>
          <w:sz w:val="28"/>
          <w:szCs w:val="28"/>
          <w:lang w:val="ru-RU"/>
        </w:rPr>
        <w:t xml:space="preserve"> нижней крышки насоса.</w:t>
      </w:r>
    </w:p>
    <w:p w:rsidR="00C10C16" w:rsidRPr="00C10C16" w:rsidRDefault="00C10C1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C16" w:rsidRDefault="00C10C1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Участникам необходимо создать физический прототип нижней крышки насоса.</w:t>
      </w:r>
    </w:p>
    <w:p w:rsidR="004C7CA3" w:rsidRDefault="004C7CA3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7CA3" w:rsidRDefault="00C65FCF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3179445</wp:posOffset>
            </wp:positionH>
            <wp:positionV relativeFrom="paragraph">
              <wp:posOffset>-635</wp:posOffset>
            </wp:positionV>
            <wp:extent cx="3226435" cy="1998345"/>
            <wp:effectExtent l="19050" t="0" r="0" b="0"/>
            <wp:wrapNone/>
            <wp:docPr id="8" name="Рисунок 7" descr="Нижняя крышка сверху Четвер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ижняя крышка сверху Четверть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6435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467995</wp:posOffset>
            </wp:positionH>
            <wp:positionV relativeFrom="paragraph">
              <wp:posOffset>-3175</wp:posOffset>
            </wp:positionV>
            <wp:extent cx="2628265" cy="1910715"/>
            <wp:effectExtent l="19050" t="0" r="635" b="0"/>
            <wp:wrapNone/>
            <wp:docPr id="5" name="Рисунок 4" descr="Нижняя крышка снизу Четвер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ижняя крышка снизу Четверть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7CA3" w:rsidRDefault="004C7CA3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604B" w:rsidRDefault="0037604B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C16" w:rsidRDefault="000D7DC5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этого необходимо создать сборку насоса в программной среде и построение крышки производить в сборке методом «сверху вниз» (т.е. детали создаются в среде сборки). Это позволит очень точно создать крышку. Зазоры между крыльчаткой и нижней крышкой не должны превышать 0.5 мм.</w:t>
      </w:r>
    </w:p>
    <w:p w:rsidR="000D7DC5" w:rsidRDefault="000D7DC5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задания необходимого направления в проектировании участникам выдаётся эскизный чертёж детали.</w:t>
      </w:r>
    </w:p>
    <w:p w:rsidR="000D7DC5" w:rsidRDefault="00C65FCF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Построить </w:t>
      </w:r>
      <w:r w:rsidRPr="00D6158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lang w:val="ru-RU"/>
        </w:rPr>
        <w:t>-модель нижней крышки насоса, подготовить задание на печать, напечатать деталь, создать чертёж детали, проставить метку команды в штампе чертежа, распечатать чертёж в соответствии с общими требованиями к данному заданию.</w:t>
      </w:r>
    </w:p>
    <w:p w:rsidR="00D62999" w:rsidRDefault="00D62999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087" w:rsidRDefault="00914087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D62999" w:rsidRDefault="00D62999" w:rsidP="00914087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0C16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Проектирование и </w:t>
      </w:r>
      <w:proofErr w:type="spellStart"/>
      <w:r w:rsidRPr="00C10C16">
        <w:rPr>
          <w:rFonts w:ascii="Times New Roman" w:hAnsi="Times New Roman"/>
          <w:b/>
          <w:sz w:val="28"/>
          <w:szCs w:val="28"/>
          <w:lang w:val="ru-RU"/>
        </w:rPr>
        <w:t>прототипирование</w:t>
      </w:r>
      <w:proofErr w:type="spellEnd"/>
      <w:r w:rsidRPr="00C10C1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моторной консоли</w:t>
      </w:r>
      <w:r w:rsidRPr="00C10C16">
        <w:rPr>
          <w:rFonts w:ascii="Times New Roman" w:hAnsi="Times New Roman"/>
          <w:b/>
          <w:sz w:val="28"/>
          <w:szCs w:val="28"/>
          <w:lang w:val="ru-RU"/>
        </w:rPr>
        <w:t xml:space="preserve"> насоса.</w:t>
      </w:r>
    </w:p>
    <w:p w:rsidR="00D62999" w:rsidRPr="00C10C16" w:rsidRDefault="00D6299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2999" w:rsidRDefault="00D6299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Участникам необходимо создать физический прототип моторной консоли насоса.</w:t>
      </w: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192405</wp:posOffset>
            </wp:positionV>
            <wp:extent cx="3731895" cy="2047875"/>
            <wp:effectExtent l="0" t="838200" r="0" b="828675"/>
            <wp:wrapNone/>
            <wp:docPr id="11" name="Рисунок 10" descr="Моторная консо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торная консоль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3189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B29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2480310</wp:posOffset>
            </wp:positionH>
            <wp:positionV relativeFrom="paragraph">
              <wp:posOffset>-3810</wp:posOffset>
            </wp:positionV>
            <wp:extent cx="3774440" cy="2052320"/>
            <wp:effectExtent l="0" t="857250" r="0" b="843280"/>
            <wp:wrapNone/>
            <wp:docPr id="12" name="Рисунок 11" descr="Моторная консоль Четвер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торная консоль Четверть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74440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FCF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3B29" w:rsidRDefault="00E73B2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2999" w:rsidRDefault="00D62999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этого необходимо создать сборку насоса в программной среде и построение моторной консоли производить в сборке методом «сверху вниз» (т.е. детали создаются в среде сборки). Для задания необходимого направления в проектировании участникам выдаётся эскизный чертёж детали. Также участники при создании консоли опираются на размеры приводного вала, подшипников и мотора.</w:t>
      </w:r>
    </w:p>
    <w:p w:rsidR="000D7DC5" w:rsidRPr="00C10C16" w:rsidRDefault="00C65FCF" w:rsidP="00D629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Построить </w:t>
      </w:r>
      <w:r w:rsidRPr="00D6158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lang w:val="ru-RU"/>
        </w:rPr>
        <w:t>-модель моторной консоли, подготовить задание на печать, напечатать деталь, создать чертёж детали, проставить метку команды в штампе чертежа, распечатать чертёж в соответствии с общими требованиями к данному заданию.</w:t>
      </w:r>
    </w:p>
    <w:p w:rsidR="00C10C16" w:rsidRDefault="00C10C16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67F13" w:rsidRDefault="005310D1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Учитывая, что основная задача соревнований – создание функционирующего прототипа устройства, н</w:t>
      </w:r>
      <w:r w:rsidR="00A67F13">
        <w:rPr>
          <w:rFonts w:ascii="Times New Roman" w:hAnsi="Times New Roman"/>
          <w:sz w:val="28"/>
          <w:szCs w:val="28"/>
          <w:lang w:val="ru-RU"/>
        </w:rPr>
        <w:t xml:space="preserve">едостающие для </w:t>
      </w:r>
      <w:r>
        <w:rPr>
          <w:rFonts w:ascii="Times New Roman" w:hAnsi="Times New Roman"/>
          <w:sz w:val="28"/>
          <w:szCs w:val="28"/>
          <w:lang w:val="ru-RU"/>
        </w:rPr>
        <w:t xml:space="preserve">физической </w:t>
      </w:r>
      <w:r w:rsidR="00A67F13">
        <w:rPr>
          <w:rFonts w:ascii="Times New Roman" w:hAnsi="Times New Roman"/>
          <w:sz w:val="28"/>
          <w:szCs w:val="28"/>
          <w:lang w:val="ru-RU"/>
        </w:rPr>
        <w:t>сборки конечного устройства детали будут предостав</w:t>
      </w:r>
      <w:r>
        <w:rPr>
          <w:rFonts w:ascii="Times New Roman" w:hAnsi="Times New Roman"/>
          <w:sz w:val="28"/>
          <w:szCs w:val="28"/>
          <w:lang w:val="ru-RU"/>
        </w:rPr>
        <w:t>лены участникам организаторами.</w:t>
      </w:r>
    </w:p>
    <w:p w:rsidR="00D62999" w:rsidRDefault="00D62999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62999" w:rsidRDefault="00D62999" w:rsidP="00D75BA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процессе печати, участникам предлагается создать чертежи спроектированных деталей.</w:t>
      </w:r>
    </w:p>
    <w:p w:rsidR="005310D1" w:rsidRDefault="005310D1" w:rsidP="00F432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10D1" w:rsidRDefault="005310D1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641406" w:rsidRDefault="00641406" w:rsidP="00641406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Прочие детали</w:t>
      </w:r>
    </w:p>
    <w:p w:rsidR="00160382" w:rsidRDefault="002409F8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Приводной вал, подшипники, электромотор, батарейный бокс, соединительные провода</w:t>
      </w:r>
      <w:r w:rsidR="00641406">
        <w:rPr>
          <w:rFonts w:ascii="Times New Roman" w:hAnsi="Times New Roman"/>
          <w:sz w:val="28"/>
          <w:szCs w:val="28"/>
          <w:lang w:val="ru-RU"/>
        </w:rPr>
        <w:t>, а также элементы крепежа предоставляются участникам в достаточном для сборки готового устройства количестве.</w:t>
      </w:r>
    </w:p>
    <w:p w:rsidR="005F1B82" w:rsidRDefault="005F1B82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1AAA" w:rsidRDefault="00451AAA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Описанные выше задания </w:t>
      </w:r>
      <w:r w:rsidRPr="00D75BAC">
        <w:rPr>
          <w:rFonts w:ascii="Times New Roman" w:hAnsi="Times New Roman"/>
          <w:b/>
          <w:sz w:val="28"/>
          <w:szCs w:val="28"/>
          <w:lang w:val="ru-RU"/>
        </w:rPr>
        <w:t>счита</w:t>
      </w:r>
      <w:r>
        <w:rPr>
          <w:rFonts w:ascii="Times New Roman" w:hAnsi="Times New Roman"/>
          <w:b/>
          <w:sz w:val="28"/>
          <w:szCs w:val="28"/>
          <w:lang w:val="ru-RU"/>
        </w:rPr>
        <w:t>ю</w:t>
      </w:r>
      <w:r w:rsidRPr="00D75BAC">
        <w:rPr>
          <w:rFonts w:ascii="Times New Roman" w:hAnsi="Times New Roman"/>
          <w:b/>
          <w:sz w:val="28"/>
          <w:szCs w:val="28"/>
          <w:lang w:val="ru-RU"/>
        </w:rPr>
        <w:t xml:space="preserve">тся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полностью </w:t>
      </w:r>
      <w:r w:rsidRPr="00D75BAC">
        <w:rPr>
          <w:rFonts w:ascii="Times New Roman" w:hAnsi="Times New Roman"/>
          <w:b/>
          <w:sz w:val="28"/>
          <w:szCs w:val="28"/>
          <w:lang w:val="ru-RU"/>
        </w:rPr>
        <w:t>выполненными</w:t>
      </w:r>
      <w:r>
        <w:rPr>
          <w:rFonts w:ascii="Times New Roman" w:hAnsi="Times New Roman"/>
          <w:sz w:val="28"/>
          <w:szCs w:val="28"/>
          <w:lang w:val="ru-RU"/>
        </w:rPr>
        <w:t xml:space="preserve">, если участник может предоставить изготовленные им на </w:t>
      </w:r>
      <w:r w:rsidRPr="00D75BAC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D75BAC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принтере детали, удовлетворяющие всем предъявленным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 в выданном участнику</w:t>
      </w:r>
      <w:r>
        <w:rPr>
          <w:rFonts w:ascii="Times New Roman" w:hAnsi="Times New Roman"/>
          <w:sz w:val="28"/>
          <w:szCs w:val="28"/>
          <w:lang w:val="ru-RU"/>
        </w:rPr>
        <w:t xml:space="preserve"> требованиям, а также всю разработанную им в процессе проектирования техническую документацию</w:t>
      </w:r>
      <w:r w:rsidR="00F73239">
        <w:rPr>
          <w:rFonts w:ascii="Times New Roman" w:hAnsi="Times New Roman"/>
          <w:sz w:val="28"/>
          <w:szCs w:val="28"/>
          <w:lang w:val="ru-RU"/>
        </w:rPr>
        <w:t xml:space="preserve"> включающую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3239">
        <w:rPr>
          <w:rFonts w:ascii="Times New Roman" w:hAnsi="Times New Roman"/>
          <w:sz w:val="28"/>
          <w:szCs w:val="28"/>
          <w:lang w:val="ru-RU"/>
        </w:rPr>
        <w:t xml:space="preserve">чертежи, 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эскизы на бумаге, </w:t>
      </w:r>
      <w:r>
        <w:rPr>
          <w:rFonts w:ascii="Times New Roman" w:hAnsi="Times New Roman"/>
          <w:sz w:val="28"/>
          <w:szCs w:val="28"/>
          <w:lang w:val="ru-RU"/>
        </w:rPr>
        <w:t xml:space="preserve">файлы </w:t>
      </w:r>
      <w:r w:rsidR="006D0F37">
        <w:rPr>
          <w:rFonts w:ascii="Times New Roman" w:hAnsi="Times New Roman"/>
          <w:sz w:val="28"/>
          <w:szCs w:val="28"/>
          <w:lang w:val="ru-RU"/>
        </w:rPr>
        <w:t>3</w:t>
      </w:r>
      <w:r w:rsidR="006D0F37">
        <w:rPr>
          <w:rFonts w:ascii="Times New Roman" w:hAnsi="Times New Roman"/>
          <w:sz w:val="28"/>
          <w:szCs w:val="28"/>
          <w:lang w:val="en-US"/>
        </w:rPr>
        <w:t>D</w:t>
      </w:r>
      <w:r w:rsidR="006D0F37" w:rsidRPr="006D0F37">
        <w:rPr>
          <w:rFonts w:ascii="Times New Roman" w:hAnsi="Times New Roman"/>
          <w:sz w:val="28"/>
          <w:szCs w:val="28"/>
          <w:lang w:val="ru-RU"/>
        </w:rPr>
        <w:t>-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моделей, а также </w:t>
      </w:r>
      <w:r>
        <w:rPr>
          <w:rFonts w:ascii="Times New Roman" w:hAnsi="Times New Roman"/>
          <w:sz w:val="28"/>
          <w:szCs w:val="28"/>
          <w:lang w:val="ru-RU"/>
        </w:rPr>
        <w:t>задания для печати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6D0F37">
        <w:rPr>
          <w:rFonts w:ascii="Times New Roman" w:hAnsi="Times New Roman"/>
          <w:sz w:val="28"/>
          <w:szCs w:val="28"/>
          <w:lang w:val="en-US"/>
        </w:rPr>
        <w:t>G</w:t>
      </w:r>
      <w:r w:rsidR="006D0F37" w:rsidRPr="006D0F37">
        <w:rPr>
          <w:rFonts w:ascii="Times New Roman" w:hAnsi="Times New Roman"/>
          <w:sz w:val="28"/>
          <w:szCs w:val="28"/>
          <w:lang w:val="ru-RU"/>
        </w:rPr>
        <w:t>-</w:t>
      </w:r>
      <w:r w:rsidR="006D0F37">
        <w:rPr>
          <w:rFonts w:ascii="Times New Roman" w:hAnsi="Times New Roman"/>
          <w:sz w:val="28"/>
          <w:szCs w:val="28"/>
          <w:lang w:val="en-US"/>
        </w:rPr>
        <w:t>code</w:t>
      </w:r>
      <w:r w:rsidR="006D0F37" w:rsidRPr="006D0F37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451AAA" w:rsidRDefault="00451AAA" w:rsidP="005F1B82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51AAA" w:rsidRDefault="00451AAA" w:rsidP="005F1B82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51AAA">
        <w:rPr>
          <w:rFonts w:ascii="Times New Roman" w:hAnsi="Times New Roman"/>
          <w:b/>
          <w:sz w:val="28"/>
          <w:szCs w:val="28"/>
          <w:lang w:val="ru-RU"/>
        </w:rPr>
        <w:t>Сборка и пробный запуск устройства</w:t>
      </w:r>
    </w:p>
    <w:p w:rsidR="00F73239" w:rsidRDefault="00451AAA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1AAA">
        <w:rPr>
          <w:rFonts w:ascii="Times New Roman" w:hAnsi="Times New Roman"/>
          <w:sz w:val="28"/>
          <w:szCs w:val="28"/>
          <w:lang w:val="ru-RU"/>
        </w:rPr>
        <w:t>Участн</w:t>
      </w:r>
      <w:r w:rsidR="00D55A1E">
        <w:rPr>
          <w:rFonts w:ascii="Times New Roman" w:hAnsi="Times New Roman"/>
          <w:sz w:val="28"/>
          <w:szCs w:val="28"/>
          <w:lang w:val="ru-RU"/>
        </w:rPr>
        <w:t>ика</w:t>
      </w:r>
      <w:r w:rsidR="006D0F37">
        <w:rPr>
          <w:rFonts w:ascii="Times New Roman" w:hAnsi="Times New Roman"/>
          <w:sz w:val="28"/>
          <w:szCs w:val="28"/>
          <w:lang w:val="ru-RU"/>
        </w:rPr>
        <w:t>м необходимо собрать устр</w:t>
      </w:r>
      <w:r w:rsidR="00C65FCF">
        <w:rPr>
          <w:rFonts w:ascii="Times New Roman" w:hAnsi="Times New Roman"/>
          <w:sz w:val="28"/>
          <w:szCs w:val="28"/>
          <w:lang w:val="ru-RU"/>
        </w:rPr>
        <w:t>ойство, опираясь на иллюстрации,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 текстовые пояснения и опыт</w:t>
      </w:r>
      <w:r w:rsidR="005F1B82">
        <w:rPr>
          <w:rFonts w:ascii="Times New Roman" w:hAnsi="Times New Roman"/>
          <w:sz w:val="28"/>
          <w:szCs w:val="28"/>
          <w:lang w:val="ru-RU"/>
        </w:rPr>
        <w:t xml:space="preserve">, полученный в процессе </w:t>
      </w:r>
      <w:r w:rsidR="006D0F37">
        <w:rPr>
          <w:rFonts w:ascii="Times New Roman" w:hAnsi="Times New Roman"/>
          <w:sz w:val="28"/>
          <w:szCs w:val="28"/>
          <w:lang w:val="ru-RU"/>
        </w:rPr>
        <w:t>проектирования отдельных деталей</w:t>
      </w:r>
      <w:r w:rsidR="005F1B82">
        <w:rPr>
          <w:rFonts w:ascii="Times New Roman" w:hAnsi="Times New Roman"/>
          <w:sz w:val="28"/>
          <w:szCs w:val="28"/>
          <w:lang w:val="ru-RU"/>
        </w:rPr>
        <w:t xml:space="preserve"> в рамках конкурсного задания</w:t>
      </w:r>
      <w:r w:rsidR="006D0F3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73239" w:rsidRDefault="00F73239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После сборки необходимо провести испытания насоса. Для этого необходимо собрать испытательную установку (штатив с прозрачной силиконовой трубкой), налить в ёмкость воду так, чтобы горизонтальный участок выпускной трубы цилиндра был полностью погружён в воду, присоединить шланг к выпускному патрубку, запустить, замерить расход в течение 30 секунд и максимальный уровень подъёма воды в трубке.</w:t>
      </w:r>
    </w:p>
    <w:p w:rsidR="00451AAA" w:rsidRDefault="006D0F37" w:rsidP="005F1B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том случае, если по техническим причинам участники не смогли изготовить к моменту сборки необходимые детали, организаторы вправе предоставить им недостающие детали. Подобный шаг делается для того, чтобы </w:t>
      </w:r>
      <w:r w:rsidR="00BE11C0">
        <w:rPr>
          <w:rFonts w:ascii="Times New Roman" w:hAnsi="Times New Roman"/>
          <w:sz w:val="28"/>
          <w:szCs w:val="28"/>
          <w:lang w:val="ru-RU"/>
        </w:rPr>
        <w:t>предоставить</w:t>
      </w:r>
      <w:r>
        <w:rPr>
          <w:rFonts w:ascii="Times New Roman" w:hAnsi="Times New Roman"/>
          <w:sz w:val="28"/>
          <w:szCs w:val="28"/>
          <w:lang w:val="ru-RU"/>
        </w:rPr>
        <w:t xml:space="preserve"> участникам </w:t>
      </w:r>
      <w:r w:rsidR="00BE11C0">
        <w:rPr>
          <w:rFonts w:ascii="Times New Roman" w:hAnsi="Times New Roman"/>
          <w:sz w:val="28"/>
          <w:szCs w:val="28"/>
          <w:lang w:val="ru-RU"/>
        </w:rPr>
        <w:t xml:space="preserve">наиболее полноценный </w:t>
      </w:r>
      <w:r>
        <w:rPr>
          <w:rFonts w:ascii="Times New Roman" w:hAnsi="Times New Roman"/>
          <w:sz w:val="28"/>
          <w:szCs w:val="28"/>
          <w:lang w:val="ru-RU"/>
        </w:rPr>
        <w:t>опыт создания полностью функционирующего прототипа проектируемого устройства.</w:t>
      </w:r>
    </w:p>
    <w:p w:rsidR="00D55A1E" w:rsidRDefault="00160382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br w:type="page"/>
      </w:r>
    </w:p>
    <w:p w:rsidR="00AE1AD9" w:rsidRPr="00AE1AD9" w:rsidRDefault="00AE1AD9" w:rsidP="00AE1AD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E1AD9">
        <w:rPr>
          <w:rFonts w:ascii="Times New Roman" w:hAnsi="Times New Roman"/>
          <w:b/>
          <w:sz w:val="32"/>
          <w:szCs w:val="32"/>
          <w:lang w:val="ru-RU"/>
        </w:rPr>
        <w:lastRenderedPageBreak/>
        <w:t>Используемое программное обеспечение</w:t>
      </w:r>
    </w:p>
    <w:p w:rsidR="00AE1AD9" w:rsidRDefault="00AE1AD9" w:rsidP="00AE1AD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568ED" w:rsidRDefault="002409F8" w:rsidP="00367A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с</w:t>
      </w:r>
      <w:r w:rsidR="6218B24B" w:rsidRPr="0053218E">
        <w:rPr>
          <w:rFonts w:ascii="Times New Roman" w:hAnsi="Times New Roman"/>
          <w:sz w:val="28"/>
          <w:szCs w:val="28"/>
          <w:lang w:val="ru-RU"/>
        </w:rPr>
        <w:t>оздани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="6218B24B" w:rsidRPr="0053218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чертежей и </w:t>
      </w:r>
      <w:r w:rsidR="6218B24B" w:rsidRPr="0053218E">
        <w:rPr>
          <w:rFonts w:ascii="Times New Roman" w:hAnsi="Times New Roman"/>
          <w:sz w:val="28"/>
          <w:szCs w:val="28"/>
          <w:lang w:val="ru-RU"/>
        </w:rPr>
        <w:t>3D-модел</w:t>
      </w:r>
      <w:r>
        <w:rPr>
          <w:rFonts w:ascii="Times New Roman" w:hAnsi="Times New Roman"/>
          <w:sz w:val="28"/>
          <w:szCs w:val="28"/>
          <w:lang w:val="ru-RU"/>
        </w:rPr>
        <w:t xml:space="preserve">ей деталей </w:t>
      </w:r>
      <w:r w:rsidR="00C65FCF">
        <w:rPr>
          <w:rFonts w:ascii="Times New Roman" w:hAnsi="Times New Roman"/>
          <w:sz w:val="28"/>
          <w:szCs w:val="28"/>
          <w:lang w:val="ru-RU"/>
        </w:rPr>
        <w:t>могут использова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="00C65FCF">
        <w:rPr>
          <w:rFonts w:ascii="Times New Roman" w:hAnsi="Times New Roman"/>
          <w:sz w:val="28"/>
          <w:szCs w:val="28"/>
          <w:lang w:val="ru-RU"/>
        </w:rPr>
        <w:t>ь</w:t>
      </w:r>
      <w:r>
        <w:rPr>
          <w:rFonts w:ascii="Times New Roman" w:hAnsi="Times New Roman"/>
          <w:sz w:val="28"/>
          <w:szCs w:val="28"/>
          <w:lang w:val="ru-RU"/>
        </w:rPr>
        <w:t xml:space="preserve">ся: </w:t>
      </w:r>
    </w:p>
    <w:p w:rsidR="00AE1AD9" w:rsidRPr="00C65FCF" w:rsidRDefault="00AE1AD9" w:rsidP="00E47442">
      <w:pPr>
        <w:pStyle w:val="11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АСКОН Компас </w:t>
      </w:r>
      <w:r>
        <w:rPr>
          <w:rFonts w:ascii="Times New Roman" w:hAnsi="Times New Roman"/>
          <w:sz w:val="28"/>
          <w:szCs w:val="28"/>
          <w:lang w:val="en-US"/>
        </w:rPr>
        <w:t>3D</w:t>
      </w:r>
    </w:p>
    <w:p w:rsidR="00C65FCF" w:rsidRPr="0053218E" w:rsidRDefault="00C65FCF" w:rsidP="00E47442">
      <w:pPr>
        <w:pStyle w:val="11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PTC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Creo</w:t>
      </w:r>
      <w:proofErr w:type="spellEnd"/>
    </w:p>
    <w:p w:rsidR="00F1000F" w:rsidRDefault="00F1000F" w:rsidP="00F25885">
      <w:pPr>
        <w:pStyle w:val="ad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  <w:lang w:val="ru-RU"/>
        </w:rPr>
      </w:pPr>
    </w:p>
    <w:p w:rsidR="00F1000F" w:rsidRDefault="00F1000F">
      <w:pPr>
        <w:rPr>
          <w:rFonts w:ascii="Times New Roman" w:hAnsi="Times New Roman"/>
          <w:b/>
          <w:bCs/>
          <w:sz w:val="32"/>
          <w:szCs w:val="32"/>
          <w:lang w:val="ru-RU" w:eastAsia="ru-RU"/>
        </w:rPr>
      </w:pPr>
      <w:r>
        <w:rPr>
          <w:rFonts w:ascii="Times New Roman" w:hAnsi="Times New Roman"/>
          <w:b/>
          <w:bCs/>
          <w:sz w:val="32"/>
          <w:szCs w:val="32"/>
          <w:lang w:val="ru-RU" w:eastAsia="ru-RU"/>
        </w:rPr>
        <w:br w:type="page"/>
      </w:r>
    </w:p>
    <w:p w:rsidR="00F1000F" w:rsidRDefault="00F1000F" w:rsidP="001C0A06">
      <w:pPr>
        <w:pStyle w:val="ad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lang w:val="ru-RU" w:eastAsia="ru-RU"/>
        </w:rPr>
      </w:pPr>
    </w:p>
    <w:p w:rsidR="001C0A06" w:rsidRPr="001C0A06" w:rsidRDefault="001C0A06" w:rsidP="001C0A06">
      <w:pPr>
        <w:pStyle w:val="ad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lang w:val="ru-RU" w:eastAsia="ru-RU"/>
        </w:rPr>
      </w:pPr>
      <w:r w:rsidRPr="001C0A06">
        <w:rPr>
          <w:rFonts w:ascii="Times New Roman" w:hAnsi="Times New Roman"/>
          <w:b/>
          <w:bCs/>
          <w:sz w:val="32"/>
          <w:szCs w:val="32"/>
          <w:lang w:val="ru-RU" w:eastAsia="ru-RU"/>
        </w:rPr>
        <w:t>О</w:t>
      </w:r>
      <w:r w:rsidR="00A70D89">
        <w:rPr>
          <w:rFonts w:ascii="Times New Roman" w:hAnsi="Times New Roman"/>
          <w:b/>
          <w:bCs/>
          <w:sz w:val="32"/>
          <w:szCs w:val="32"/>
          <w:lang w:val="ru-RU" w:eastAsia="ru-RU"/>
        </w:rPr>
        <w:t>борудование и инструменты</w:t>
      </w:r>
      <w:r w:rsidRPr="001C0A06">
        <w:rPr>
          <w:rFonts w:ascii="Times New Roman" w:hAnsi="Times New Roman"/>
          <w:b/>
          <w:bCs/>
          <w:sz w:val="32"/>
          <w:szCs w:val="32"/>
          <w:lang w:val="ru-RU" w:eastAsia="ru-RU"/>
        </w:rPr>
        <w:t>.</w:t>
      </w:r>
    </w:p>
    <w:p w:rsidR="008C1047" w:rsidRDefault="008C1047" w:rsidP="008C1047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E27A0" w:rsidRDefault="1A3A75DC" w:rsidP="008C104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1A3A75DC">
        <w:rPr>
          <w:rFonts w:ascii="Times New Roman" w:hAnsi="Times New Roman"/>
          <w:sz w:val="28"/>
          <w:szCs w:val="28"/>
          <w:lang w:val="ru-RU"/>
        </w:rPr>
        <w:t xml:space="preserve">Для </w:t>
      </w:r>
      <w:proofErr w:type="spellStart"/>
      <w:r w:rsidRPr="1A3A75DC">
        <w:rPr>
          <w:rFonts w:ascii="Times New Roman" w:hAnsi="Times New Roman"/>
          <w:sz w:val="28"/>
          <w:szCs w:val="28"/>
          <w:lang w:val="ru-RU"/>
        </w:rPr>
        <w:t>прототипирования</w:t>
      </w:r>
      <w:proofErr w:type="spellEnd"/>
      <w:r w:rsidRPr="1A3A75DC">
        <w:rPr>
          <w:rFonts w:ascii="Times New Roman" w:hAnsi="Times New Roman"/>
          <w:sz w:val="28"/>
          <w:szCs w:val="28"/>
          <w:lang w:val="ru-RU"/>
        </w:rPr>
        <w:t xml:space="preserve"> использу</w:t>
      </w:r>
      <w:r w:rsidR="002E27A0">
        <w:rPr>
          <w:rFonts w:ascii="Times New Roman" w:hAnsi="Times New Roman"/>
          <w:sz w:val="28"/>
          <w:szCs w:val="28"/>
          <w:lang w:val="ru-RU"/>
        </w:rPr>
        <w:t>е</w:t>
      </w:r>
      <w:r w:rsidRPr="1A3A75DC">
        <w:rPr>
          <w:rFonts w:ascii="Times New Roman" w:hAnsi="Times New Roman"/>
          <w:sz w:val="28"/>
          <w:szCs w:val="28"/>
          <w:lang w:val="ru-RU"/>
        </w:rPr>
        <w:t xml:space="preserve">тся </w:t>
      </w:r>
      <w:r w:rsidR="002E27A0">
        <w:rPr>
          <w:rFonts w:ascii="Times New Roman" w:hAnsi="Times New Roman"/>
          <w:sz w:val="28"/>
          <w:szCs w:val="28"/>
          <w:lang w:val="ru-RU"/>
        </w:rPr>
        <w:t>один из перечисленных 3</w:t>
      </w:r>
      <w:r w:rsidR="002E27A0">
        <w:rPr>
          <w:rFonts w:ascii="Times New Roman" w:hAnsi="Times New Roman"/>
          <w:sz w:val="28"/>
          <w:szCs w:val="28"/>
          <w:lang w:val="en-US"/>
        </w:rPr>
        <w:t>D</w:t>
      </w:r>
      <w:r w:rsidR="002E27A0" w:rsidRPr="002E27A0">
        <w:rPr>
          <w:rFonts w:ascii="Times New Roman" w:hAnsi="Times New Roman"/>
          <w:sz w:val="28"/>
          <w:szCs w:val="28"/>
          <w:lang w:val="ru-RU"/>
        </w:rPr>
        <w:t>-</w:t>
      </w:r>
      <w:r w:rsidRPr="1A3A75DC">
        <w:rPr>
          <w:rFonts w:ascii="Times New Roman" w:hAnsi="Times New Roman"/>
          <w:sz w:val="28"/>
          <w:szCs w:val="28"/>
          <w:lang w:val="ru-RU"/>
        </w:rPr>
        <w:t>принтер</w:t>
      </w:r>
      <w:r w:rsidR="002E27A0">
        <w:rPr>
          <w:rFonts w:ascii="Times New Roman" w:hAnsi="Times New Roman"/>
          <w:sz w:val="28"/>
          <w:szCs w:val="28"/>
          <w:lang w:val="ru-RU"/>
        </w:rPr>
        <w:t>ов (Окончательный вариант оглашается в день проведения соревнований):</w:t>
      </w:r>
    </w:p>
    <w:p w:rsidR="003D74A2" w:rsidRDefault="003D74A2" w:rsidP="008C1047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C1047" w:rsidRDefault="1A3A75DC" w:rsidP="002E27A0">
      <w:pPr>
        <w:pStyle w:val="ad"/>
        <w:numPr>
          <w:ilvl w:val="0"/>
          <w:numId w:val="24"/>
        </w:numPr>
        <w:ind w:left="709"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E27A0">
        <w:rPr>
          <w:rFonts w:ascii="Times New Roman" w:hAnsi="Times New Roman"/>
          <w:sz w:val="28"/>
          <w:szCs w:val="28"/>
          <w:lang w:val="ru-RU"/>
        </w:rPr>
        <w:t>Felix</w:t>
      </w:r>
      <w:proofErr w:type="spellEnd"/>
      <w:r w:rsidRPr="002E27A0">
        <w:rPr>
          <w:rFonts w:ascii="Times New Roman" w:hAnsi="Times New Roman"/>
          <w:sz w:val="28"/>
          <w:szCs w:val="28"/>
          <w:lang w:val="ru-RU"/>
        </w:rPr>
        <w:t xml:space="preserve"> 3.0</w:t>
      </w:r>
    </w:p>
    <w:p w:rsidR="00044276" w:rsidRDefault="00B60B36" w:rsidP="002E27A0">
      <w:pPr>
        <w:pStyle w:val="ad"/>
        <w:numPr>
          <w:ilvl w:val="0"/>
          <w:numId w:val="24"/>
        </w:numPr>
        <w:ind w:left="709" w:firstLine="709"/>
        <w:rPr>
          <w:rFonts w:ascii="Times New Roman" w:hAnsi="Times New Roman"/>
          <w:sz w:val="28"/>
          <w:szCs w:val="28"/>
          <w:lang w:val="ru-RU"/>
        </w:rPr>
      </w:pPr>
      <w:r w:rsidRPr="00B60B3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60B36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CON</w:t>
      </w:r>
      <w:r w:rsidR="00044276">
        <w:rPr>
          <w:rFonts w:ascii="Times New Roman" w:hAnsi="Times New Roman"/>
          <w:sz w:val="28"/>
          <w:szCs w:val="28"/>
          <w:lang w:val="en-US"/>
        </w:rPr>
        <w:t>NEO</w:t>
      </w:r>
      <w:r w:rsidR="00044276">
        <w:rPr>
          <w:rFonts w:ascii="Times New Roman" w:hAnsi="Times New Roman"/>
          <w:sz w:val="28"/>
          <w:szCs w:val="28"/>
          <w:lang w:val="ru-RU"/>
        </w:rPr>
        <w:t>(отечественная разработка)</w:t>
      </w:r>
    </w:p>
    <w:p w:rsidR="00F1000F" w:rsidRPr="002E27A0" w:rsidRDefault="003D74A2" w:rsidP="002E27A0">
      <w:pPr>
        <w:pStyle w:val="ad"/>
        <w:numPr>
          <w:ilvl w:val="0"/>
          <w:numId w:val="24"/>
        </w:numPr>
        <w:ind w:left="709"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Picaso</w:t>
      </w:r>
      <w:proofErr w:type="spellEnd"/>
      <w:r w:rsidR="00F1000F">
        <w:rPr>
          <w:rFonts w:ascii="Times New Roman" w:hAnsi="Times New Roman"/>
          <w:sz w:val="28"/>
          <w:szCs w:val="28"/>
          <w:lang w:val="en-US"/>
        </w:rPr>
        <w:t xml:space="preserve"> Designer</w:t>
      </w:r>
    </w:p>
    <w:p w:rsidR="00F1000F" w:rsidRDefault="00F1000F">
      <w:pPr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7D5D0C" w:rsidRDefault="007D5D0C" w:rsidP="006C243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3218E">
        <w:rPr>
          <w:rFonts w:ascii="Times New Roman" w:hAnsi="Times New Roman"/>
          <w:b/>
          <w:bCs/>
          <w:sz w:val="28"/>
          <w:szCs w:val="28"/>
          <w:lang w:val="ru-RU" w:eastAsia="ru-RU"/>
        </w:rPr>
        <w:t>Оборудование и материалы</w:t>
      </w:r>
      <w:r w:rsidR="00F6558A" w:rsidRPr="0053218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для одной команды:</w:t>
      </w:r>
    </w:p>
    <w:p w:rsidR="005E66F8" w:rsidRPr="0053218E" w:rsidRDefault="005E66F8" w:rsidP="006C243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2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7"/>
        <w:gridCol w:w="4928"/>
      </w:tblGrid>
      <w:tr w:rsidR="007D5D0C" w:rsidRPr="0053218E" w:rsidTr="1A3A75DC">
        <w:trPr>
          <w:jc w:val="center"/>
        </w:trPr>
        <w:tc>
          <w:tcPr>
            <w:tcW w:w="4927" w:type="dxa"/>
          </w:tcPr>
          <w:p w:rsidR="007D5D0C" w:rsidRPr="0053218E" w:rsidRDefault="00F6558A" w:rsidP="006C2438">
            <w:pPr>
              <w:pStyle w:val="1"/>
              <w:spacing w:after="0"/>
              <w:ind w:firstLine="709"/>
              <w:jc w:val="both"/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  <w:t xml:space="preserve">Ноутбук </w:t>
            </w:r>
            <w:proofErr w:type="gramStart"/>
            <w:r w:rsidRPr="0053218E"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  <w:t>с</w:t>
            </w:r>
            <w:proofErr w:type="gramEnd"/>
            <w:r w:rsidRPr="0053218E"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  <w:t xml:space="preserve"> установленным ПО для моделирования</w:t>
            </w:r>
          </w:p>
        </w:tc>
        <w:tc>
          <w:tcPr>
            <w:tcW w:w="4928" w:type="dxa"/>
          </w:tcPr>
          <w:p w:rsidR="007D5D0C" w:rsidRPr="0053218E" w:rsidRDefault="0050017C" w:rsidP="006C2438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caps w:val="0"/>
                <w:szCs w:val="24"/>
                <w:u w:val="none"/>
                <w:lang w:val="ru-RU"/>
              </w:rPr>
              <w:t>2</w:t>
            </w:r>
          </w:p>
        </w:tc>
      </w:tr>
      <w:tr w:rsidR="00C65FCF" w:rsidRPr="0053218E" w:rsidTr="003526CD">
        <w:trPr>
          <w:jc w:val="center"/>
        </w:trPr>
        <w:tc>
          <w:tcPr>
            <w:tcW w:w="4927" w:type="dxa"/>
          </w:tcPr>
          <w:p w:rsidR="00C65FCF" w:rsidRPr="0053218E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3d-принтер</w:t>
            </w:r>
          </w:p>
        </w:tc>
        <w:tc>
          <w:tcPr>
            <w:tcW w:w="4928" w:type="dxa"/>
          </w:tcPr>
          <w:p w:rsidR="00C65FCF" w:rsidRPr="0053218E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1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0017C" w:rsidRDefault="00C65FCF" w:rsidP="00FA12C5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en-US"/>
              </w:rPr>
              <w:t>PLA-</w:t>
            </w: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пластик</w:t>
            </w:r>
          </w:p>
        </w:tc>
        <w:tc>
          <w:tcPr>
            <w:tcW w:w="4928" w:type="dxa"/>
          </w:tcPr>
          <w:p w:rsidR="00C65FCF" w:rsidRPr="1A3A75DC" w:rsidRDefault="00C65FCF" w:rsidP="00FA12C5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1 кг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3218E" w:rsidRDefault="00C65FCF" w:rsidP="00F82472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Кусачки</w:t>
            </w:r>
          </w:p>
        </w:tc>
        <w:tc>
          <w:tcPr>
            <w:tcW w:w="4928" w:type="dxa"/>
          </w:tcPr>
          <w:p w:rsidR="00C65FCF" w:rsidRPr="0053218E" w:rsidRDefault="00C65FCF" w:rsidP="00F82472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1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3218E" w:rsidRDefault="00C65FCF" w:rsidP="00115109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Набор надфилей</w:t>
            </w:r>
          </w:p>
        </w:tc>
        <w:tc>
          <w:tcPr>
            <w:tcW w:w="4928" w:type="dxa"/>
          </w:tcPr>
          <w:p w:rsidR="00C65FCF" w:rsidRPr="0053218E" w:rsidRDefault="00C65FCF" w:rsidP="00115109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1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C65FCF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Шкурка шлифовальная</w:t>
            </w:r>
          </w:p>
        </w:tc>
        <w:tc>
          <w:tcPr>
            <w:tcW w:w="4928" w:type="dxa"/>
          </w:tcPr>
          <w:p w:rsidR="00C65FCF" w:rsidRPr="0053218E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1 лист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3218E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Губка абразивная</w:t>
            </w:r>
          </w:p>
        </w:tc>
        <w:tc>
          <w:tcPr>
            <w:tcW w:w="4928" w:type="dxa"/>
          </w:tcPr>
          <w:p w:rsidR="00C65FCF" w:rsidRPr="0053218E" w:rsidRDefault="00C65FCF" w:rsidP="003526CD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1 шт.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3218E" w:rsidRDefault="00C65FCF" w:rsidP="006C2438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</w:pPr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Бумага (белая, А</w:t>
            </w:r>
            <w:proofErr w:type="gramStart"/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4</w:t>
            </w:r>
            <w:proofErr w:type="gramEnd"/>
            <w:r w:rsidRPr="0053218E">
              <w:rPr>
                <w:rFonts w:ascii="Times New Roman" w:eastAsia="Times New Roman" w:hAnsi="Times New Roman"/>
                <w:b w:val="0"/>
                <w:caps w:val="0"/>
                <w:szCs w:val="24"/>
                <w:u w:val="none"/>
                <w:lang w:val="ru-RU"/>
              </w:rPr>
              <w:t>, 80г/м2)</w:t>
            </w:r>
          </w:p>
        </w:tc>
        <w:tc>
          <w:tcPr>
            <w:tcW w:w="4928" w:type="dxa"/>
          </w:tcPr>
          <w:p w:rsidR="00C65FCF" w:rsidRPr="0053218E" w:rsidRDefault="00C65FCF" w:rsidP="1A3A75DC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u w:val="none"/>
                <w:lang w:val="ru-RU"/>
              </w:rPr>
            </w:pPr>
            <w:r w:rsidRPr="1A3A75DC"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10</w:t>
            </w:r>
          </w:p>
        </w:tc>
      </w:tr>
      <w:tr w:rsidR="00C65FCF" w:rsidRPr="0053218E" w:rsidTr="1A3A75DC">
        <w:trPr>
          <w:jc w:val="center"/>
        </w:trPr>
        <w:tc>
          <w:tcPr>
            <w:tcW w:w="4927" w:type="dxa"/>
          </w:tcPr>
          <w:p w:rsidR="00C65FCF" w:rsidRPr="0053218E" w:rsidRDefault="00C65FCF" w:rsidP="1A3A75DC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u w:val="none"/>
                <w:lang w:val="ru-RU"/>
              </w:rPr>
            </w:pPr>
            <w:r w:rsidRPr="1A3A75DC"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Карандаши</w:t>
            </w:r>
          </w:p>
        </w:tc>
        <w:tc>
          <w:tcPr>
            <w:tcW w:w="4928" w:type="dxa"/>
          </w:tcPr>
          <w:p w:rsidR="00C65FCF" w:rsidRPr="0053218E" w:rsidRDefault="00C65FCF" w:rsidP="1A3A75DC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u w:val="none"/>
                <w:lang w:val="ru-RU"/>
              </w:rPr>
            </w:pPr>
            <w:r w:rsidRPr="1A3A75DC"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2</w:t>
            </w:r>
          </w:p>
        </w:tc>
      </w:tr>
      <w:tr w:rsidR="00F73239" w:rsidRPr="0064038B" w:rsidTr="000534AB">
        <w:trPr>
          <w:jc w:val="center"/>
        </w:trPr>
        <w:tc>
          <w:tcPr>
            <w:tcW w:w="4927" w:type="dxa"/>
          </w:tcPr>
          <w:p w:rsidR="00F73239" w:rsidRPr="1A3A75DC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Штатив лабораторный (высота 1 м, или аналог)</w:t>
            </w:r>
          </w:p>
        </w:tc>
        <w:tc>
          <w:tcPr>
            <w:tcW w:w="4928" w:type="dxa"/>
          </w:tcPr>
          <w:p w:rsidR="00F73239" w:rsidRPr="1A3A75DC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1 шт.</w:t>
            </w:r>
          </w:p>
        </w:tc>
      </w:tr>
      <w:tr w:rsidR="00F73239" w:rsidRPr="0064038B" w:rsidTr="000534AB">
        <w:trPr>
          <w:jc w:val="center"/>
        </w:trPr>
        <w:tc>
          <w:tcPr>
            <w:tcW w:w="4927" w:type="dxa"/>
          </w:tcPr>
          <w:p w:rsidR="00F73239" w:rsidRPr="1A3A75DC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Трубка силиконовая прозрачная</w:t>
            </w:r>
          </w:p>
        </w:tc>
        <w:tc>
          <w:tcPr>
            <w:tcW w:w="4928" w:type="dxa"/>
          </w:tcPr>
          <w:p w:rsidR="00F73239" w:rsidRPr="1A3A75DC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2 м</w:t>
            </w:r>
          </w:p>
        </w:tc>
      </w:tr>
      <w:tr w:rsidR="00F73239" w:rsidRPr="0064038B" w:rsidTr="000534AB">
        <w:trPr>
          <w:jc w:val="center"/>
        </w:trPr>
        <w:tc>
          <w:tcPr>
            <w:tcW w:w="4927" w:type="dxa"/>
          </w:tcPr>
          <w:p w:rsidR="00F73239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Цилиндр мерный (0.5 л)</w:t>
            </w:r>
          </w:p>
        </w:tc>
        <w:tc>
          <w:tcPr>
            <w:tcW w:w="4928" w:type="dxa"/>
          </w:tcPr>
          <w:p w:rsidR="00F73239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1 шт.</w:t>
            </w:r>
          </w:p>
        </w:tc>
      </w:tr>
      <w:tr w:rsidR="00F73239" w:rsidRPr="0064038B" w:rsidTr="000534AB">
        <w:trPr>
          <w:jc w:val="center"/>
        </w:trPr>
        <w:tc>
          <w:tcPr>
            <w:tcW w:w="4927" w:type="dxa"/>
          </w:tcPr>
          <w:p w:rsidR="00F73239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Рулетка (3 м)</w:t>
            </w:r>
          </w:p>
        </w:tc>
        <w:tc>
          <w:tcPr>
            <w:tcW w:w="4928" w:type="dxa"/>
          </w:tcPr>
          <w:p w:rsidR="00F73239" w:rsidRDefault="00F73239" w:rsidP="000534AB">
            <w:pPr>
              <w:pStyle w:val="1"/>
              <w:spacing w:after="0"/>
              <w:ind w:firstLine="709"/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aps w:val="0"/>
                <w:u w:val="none"/>
                <w:lang w:val="ru-RU"/>
              </w:rPr>
              <w:t>1 шт.</w:t>
            </w:r>
          </w:p>
        </w:tc>
      </w:tr>
    </w:tbl>
    <w:p w:rsidR="23A5B7B9" w:rsidRPr="0053218E" w:rsidRDefault="23A5B7B9" w:rsidP="1A3A75DC">
      <w:pPr>
        <w:pStyle w:val="Doctitle0"/>
        <w:ind w:firstLine="709"/>
        <w:rPr>
          <w:rFonts w:ascii="Times New Roman" w:hAnsi="Times New Roman"/>
          <w:lang w:val="ru-RU"/>
        </w:rPr>
      </w:pPr>
      <w:r w:rsidRPr="1A3A75DC">
        <w:rPr>
          <w:rFonts w:ascii="Times New Roman" w:eastAsia="Times New Roman" w:hAnsi="Times New Roman"/>
          <w:lang w:val="ru-RU"/>
        </w:rPr>
        <w:br w:type="page"/>
      </w:r>
    </w:p>
    <w:p w:rsidR="00F25E2F" w:rsidRPr="0053218E" w:rsidRDefault="23A5B7B9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3218E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Примечания.</w:t>
      </w:r>
    </w:p>
    <w:p w:rsidR="00280FB2" w:rsidRDefault="00280FB2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</w:p>
    <w:p w:rsidR="00F25E2F" w:rsidRPr="00280FB2" w:rsidRDefault="23A5B7B9" w:rsidP="00280FB2">
      <w:pPr>
        <w:pStyle w:val="ad"/>
        <w:numPr>
          <w:ilvl w:val="0"/>
          <w:numId w:val="3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/>
        </w:rPr>
      </w:pPr>
      <w:r w:rsidRPr="00280FB2">
        <w:rPr>
          <w:rFonts w:ascii="Times New Roman" w:hAnsi="Times New Roman"/>
          <w:sz w:val="28"/>
          <w:szCs w:val="28"/>
          <w:lang w:val="ru-RU" w:eastAsia="ru-RU"/>
        </w:rPr>
        <w:t>За грубые нарушения требований по охране труда, которые привели к порче</w:t>
      </w:r>
      <w:r w:rsidR="002409F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280FB2">
        <w:rPr>
          <w:rFonts w:ascii="Times New Roman" w:hAnsi="Times New Roman"/>
          <w:sz w:val="28"/>
          <w:szCs w:val="28"/>
          <w:lang w:val="ru-RU" w:eastAsia="ru-RU"/>
        </w:rPr>
        <w:t>оборудования, инструмента, травме или созданию аварийной ситуации, участник отстраняется от дальнейшего участия в конкурсе.</w:t>
      </w:r>
    </w:p>
    <w:p w:rsidR="00F25E2F" w:rsidRPr="00280FB2" w:rsidRDefault="23A5B7B9" w:rsidP="00280FB2">
      <w:pPr>
        <w:pStyle w:val="ad"/>
        <w:numPr>
          <w:ilvl w:val="0"/>
          <w:numId w:val="3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/>
        </w:rPr>
      </w:pPr>
      <w:r w:rsidRPr="00280FB2">
        <w:rPr>
          <w:rFonts w:ascii="Times New Roman" w:hAnsi="Times New Roman"/>
          <w:sz w:val="28"/>
          <w:szCs w:val="28"/>
          <w:lang w:val="ru-RU" w:eastAsia="ru-RU"/>
        </w:rPr>
        <w:t>При равном количестве баллов преимущество отдается участнику, выполнившему задания быстрее.</w:t>
      </w:r>
    </w:p>
    <w:p w:rsidR="00280FB2" w:rsidRDefault="00280FB2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54AC1" w:rsidRPr="0053218E" w:rsidRDefault="23A5B7B9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2"/>
          <w:lang w:val="ru-RU" w:eastAsia="ru-RU"/>
        </w:rPr>
      </w:pPr>
      <w:r w:rsidRPr="0053218E">
        <w:rPr>
          <w:rFonts w:ascii="Times New Roman" w:hAnsi="Times New Roman"/>
          <w:b/>
          <w:bCs/>
          <w:sz w:val="28"/>
          <w:szCs w:val="28"/>
          <w:lang w:val="ru-RU" w:eastAsia="ru-RU"/>
        </w:rPr>
        <w:t>Общие требования по охране труда</w:t>
      </w:r>
    </w:p>
    <w:p w:rsidR="00280FB2" w:rsidRDefault="00280FB2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</w:p>
    <w:p w:rsidR="00F25E2F" w:rsidRPr="000939DD" w:rsidRDefault="23A5B7B9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  <w:r w:rsidRPr="0053218E">
        <w:rPr>
          <w:rFonts w:ascii="Times New Roman" w:hAnsi="Times New Roman"/>
          <w:sz w:val="28"/>
          <w:szCs w:val="28"/>
          <w:lang w:val="ru-RU" w:eastAsia="ru-RU"/>
        </w:rPr>
        <w:t>Участники должны знать и строго выполнять требования по охране</w:t>
      </w:r>
      <w:r w:rsidR="002409F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3218E">
        <w:rPr>
          <w:rFonts w:ascii="Times New Roman" w:hAnsi="Times New Roman"/>
          <w:sz w:val="28"/>
          <w:szCs w:val="28"/>
          <w:lang w:val="ru-RU" w:eastAsia="ru-RU"/>
        </w:rPr>
        <w:t>труда и правила внутреннего распорядка во время проведения конкурса.</w:t>
      </w:r>
    </w:p>
    <w:p w:rsidR="00F25E2F" w:rsidRDefault="23A5B7B9" w:rsidP="006C243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  <w:r w:rsidRPr="0053218E">
        <w:rPr>
          <w:rFonts w:ascii="Times New Roman" w:hAnsi="Times New Roman"/>
          <w:sz w:val="28"/>
          <w:szCs w:val="28"/>
          <w:lang w:val="ru-RU" w:eastAsia="ru-RU"/>
        </w:rPr>
        <w:t>На конкурсном участке необходимо наличие аптечки.</w:t>
      </w:r>
    </w:p>
    <w:sectPr w:rsidR="00F25E2F" w:rsidSect="008D6074">
      <w:pgSz w:w="11907" w:h="16839" w:code="9"/>
      <w:pgMar w:top="1395" w:right="1134" w:bottom="1418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F9" w:rsidRDefault="00C724F9" w:rsidP="00A11118">
      <w:r>
        <w:separator/>
      </w:r>
    </w:p>
  </w:endnote>
  <w:endnote w:type="continuationSeparator" w:id="0">
    <w:p w:rsidR="00C724F9" w:rsidRDefault="00C724F9" w:rsidP="00A11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quare721 BT">
    <w:panose1 w:val="020B0504020202060204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GOST Type AU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82C" w:rsidRPr="008E3D45" w:rsidRDefault="00D2750E" w:rsidP="008E3D45">
    <w:pPr>
      <w:pStyle w:val="a6"/>
      <w:tabs>
        <w:tab w:val="clear" w:pos="4680"/>
        <w:tab w:val="clear" w:pos="9360"/>
        <w:tab w:val="left" w:pos="10650"/>
      </w:tabs>
      <w:rPr>
        <w:lang w:val="ru-RU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5" o:spid="_x0000_s4098" type="#_x0000_t202" style="position:absolute;margin-left:370.35pt;margin-top:785.2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" filled="f" stroked="f" strokeweight=".5pt">
          <v:path arrowok="t"/>
          <v:textbox style="mso-fit-shape-to-text:t">
            <w:txbxContent>
              <w:p w:rsidR="00E2782C" w:rsidRPr="007F4767" w:rsidRDefault="00D2750E" w:rsidP="00B201CA">
                <w:pPr>
                  <w:pStyle w:val="a6"/>
                  <w:jc w:val="right"/>
                  <w:rPr>
                    <w:rFonts w:ascii="Cambria" w:hAnsi="Cambria"/>
                    <w:color w:val="000000"/>
                    <w:sz w:val="40"/>
                    <w:szCs w:val="40"/>
                  </w:rPr>
                </w:pPr>
                <w:r w:rsidRPr="007F4767">
                  <w:rPr>
                    <w:rFonts w:ascii="Cambria" w:hAnsi="Cambria"/>
                    <w:color w:val="000000"/>
                    <w:sz w:val="40"/>
                    <w:szCs w:val="40"/>
                  </w:rPr>
                  <w:fldChar w:fldCharType="begin"/>
                </w:r>
                <w:r w:rsidR="00E2782C" w:rsidRPr="007F4767">
                  <w:rPr>
                    <w:rFonts w:ascii="Cambria" w:hAnsi="Cambria"/>
                    <w:color w:val="000000"/>
                    <w:sz w:val="40"/>
                    <w:szCs w:val="40"/>
                  </w:rPr>
                  <w:instrText>PAGE  \* Arabic  \* MERGEFORMAT</w:instrText>
                </w:r>
                <w:r w:rsidRPr="007F4767">
                  <w:rPr>
                    <w:rFonts w:ascii="Cambria" w:hAnsi="Cambria"/>
                    <w:color w:val="000000"/>
                    <w:sz w:val="40"/>
                    <w:szCs w:val="40"/>
                  </w:rPr>
                  <w:fldChar w:fldCharType="separate"/>
                </w:r>
                <w:r w:rsidR="00F73239">
                  <w:rPr>
                    <w:rFonts w:ascii="Cambria" w:hAnsi="Cambria"/>
                    <w:noProof/>
                    <w:color w:val="000000"/>
                    <w:sz w:val="40"/>
                    <w:szCs w:val="40"/>
                  </w:rPr>
                  <w:t>10</w:t>
                </w:r>
                <w:r w:rsidRPr="007F4767">
                  <w:rPr>
                    <w:rFonts w:ascii="Cambria" w:hAnsi="Cambria"/>
                    <w:color w:val="000000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  <w:proofErr w:type="spellStart"/>
    <w:r w:rsidR="00E2782C">
      <w:rPr>
        <w:color w:val="000000"/>
      </w:rPr>
      <w:t>Технический</w:t>
    </w:r>
    <w:proofErr w:type="spellEnd"/>
    <w:r w:rsidR="00E2782C">
      <w:rPr>
        <w:color w:val="000000"/>
      </w:rPr>
      <w:t xml:space="preserve"> </w:t>
    </w:r>
    <w:proofErr w:type="spellStart"/>
    <w:r w:rsidR="00E2782C">
      <w:rPr>
        <w:color w:val="000000"/>
      </w:rPr>
      <w:t>департамент</w:t>
    </w:r>
    <w:proofErr w:type="spellEnd"/>
    <w:r w:rsidR="00E2782C">
      <w:rPr>
        <w:color w:val="000000"/>
      </w:rPr>
      <w:t xml:space="preserve"> </w:t>
    </w:r>
    <w:r w:rsidR="00E2782C">
      <w:rPr>
        <w:color w:val="000000"/>
        <w:lang w:val="en-US"/>
      </w:rPr>
      <w:t>WSR</w:t>
    </w:r>
    <w:r>
      <w:rPr>
        <w:noProof/>
        <w:lang w:val="ru-RU" w:eastAsia="ru-RU"/>
      </w:rPr>
      <w:pict>
        <v:rect id="Прямоугольник 14" o:spid="_x0000_s4097" style="position:absolute;margin-left:-3.9pt;margin-top:795pt;width:467.75pt;height:2.85pt;z-index:-2516561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" fillcolor="#4f81bd" stroked="f" strokeweight="2pt">
          <w10:wrap type="square" anchorx="margin" anchory="page"/>
        </v:rect>
      </w:pict>
    </w:r>
    <w:r w:rsidR="00E2782C">
      <w:rPr>
        <w:color w:val="00000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F9" w:rsidRDefault="00C724F9" w:rsidP="00A11118">
      <w:r>
        <w:separator/>
      </w:r>
    </w:p>
  </w:footnote>
  <w:footnote w:type="continuationSeparator" w:id="0">
    <w:p w:rsidR="00C724F9" w:rsidRDefault="00C724F9" w:rsidP="00A11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640"/>
      <w:gridCol w:w="1229"/>
    </w:tblGrid>
    <w:tr w:rsidR="00E2782C" w:rsidTr="00E2782C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E2782C" w:rsidRPr="001027F6" w:rsidRDefault="00E2782C" w:rsidP="00B536ED">
          <w:pPr>
            <w:pStyle w:val="a4"/>
            <w:tabs>
              <w:tab w:val="clear" w:pos="4680"/>
            </w:tabs>
            <w:jc w:val="right"/>
            <w:rPr>
              <w:rFonts w:ascii="Cambria" w:hAnsi="Cambria"/>
              <w:sz w:val="36"/>
              <w:szCs w:val="36"/>
            </w:rPr>
          </w:pPr>
          <w:r>
            <w:rPr>
              <w:rFonts w:ascii="Cambria" w:hAnsi="Cambria"/>
              <w:sz w:val="36"/>
              <w:szCs w:val="36"/>
              <w:lang w:val="en-US"/>
            </w:rPr>
            <w:t>IV</w:t>
          </w:r>
          <w:r>
            <w:rPr>
              <w:rFonts w:ascii="Cambria" w:hAnsi="Cambria"/>
              <w:sz w:val="36"/>
              <w:szCs w:val="36"/>
              <w:lang w:val="ru-RU"/>
            </w:rPr>
            <w:t>Национальный</w:t>
          </w:r>
          <w:r w:rsidRPr="00B536ED">
            <w:rPr>
              <w:rFonts w:ascii="Cambria" w:hAnsi="Cambria"/>
              <w:sz w:val="36"/>
              <w:szCs w:val="36"/>
              <w:lang w:val="ru-RU"/>
            </w:rPr>
            <w:t xml:space="preserve"> Чемпионат </w:t>
          </w:r>
          <w:r>
            <w:rPr>
              <w:rFonts w:ascii="Cambria" w:hAnsi="Cambria"/>
              <w:sz w:val="36"/>
              <w:szCs w:val="36"/>
            </w:rPr>
            <w:t>W</w:t>
          </w:r>
          <w:proofErr w:type="spellStart"/>
          <w:r>
            <w:rPr>
              <w:rFonts w:ascii="Cambria" w:hAnsi="Cambria"/>
              <w:sz w:val="36"/>
              <w:szCs w:val="36"/>
              <w:lang w:val="en-US"/>
            </w:rPr>
            <w:t>orldSkills</w:t>
          </w:r>
          <w:proofErr w:type="spellEnd"/>
        </w:p>
      </w:tc>
      <w:tc>
        <w:tcPr>
          <w:tcW w:w="1105" w:type="dxa"/>
          <w:tcBorders>
            <w:bottom w:val="single" w:sz="18" w:space="0" w:color="808080"/>
          </w:tcBorders>
        </w:tcPr>
        <w:p w:rsidR="00E2782C" w:rsidRPr="00B536ED" w:rsidRDefault="00E2782C" w:rsidP="00B536ED">
          <w:pPr>
            <w:pStyle w:val="a4"/>
            <w:rPr>
              <w:rFonts w:ascii="Cambria" w:hAnsi="Cambria"/>
              <w:b/>
              <w:bCs/>
              <w:color w:val="4F81BD"/>
              <w:sz w:val="36"/>
              <w:szCs w:val="36"/>
              <w:lang w:val="ru-RU"/>
            </w:rPr>
          </w:pPr>
          <w:r>
            <w:rPr>
              <w:rFonts w:ascii="Cambria" w:hAnsi="Cambria"/>
              <w:b/>
              <w:bCs/>
              <w:color w:val="4F81BD"/>
              <w:sz w:val="36"/>
              <w:szCs w:val="36"/>
            </w:rPr>
            <w:t>201</w:t>
          </w:r>
          <w:r>
            <w:rPr>
              <w:rFonts w:ascii="Cambria" w:hAnsi="Cambria"/>
              <w:b/>
              <w:bCs/>
              <w:color w:val="4F81BD"/>
              <w:sz w:val="36"/>
              <w:szCs w:val="36"/>
              <w:lang w:val="ru-RU"/>
            </w:rPr>
            <w:t>6</w:t>
          </w:r>
        </w:p>
      </w:tc>
    </w:tr>
  </w:tbl>
  <w:p w:rsidR="00E2782C" w:rsidRDefault="00E278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2396"/>
    <w:multiLevelType w:val="hybridMultilevel"/>
    <w:tmpl w:val="E850C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C66309"/>
    <w:multiLevelType w:val="hybridMultilevel"/>
    <w:tmpl w:val="454CF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E37762"/>
    <w:multiLevelType w:val="hybridMultilevel"/>
    <w:tmpl w:val="77CA1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69527CB"/>
    <w:multiLevelType w:val="hybridMultilevel"/>
    <w:tmpl w:val="8CB2F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78951E9"/>
    <w:multiLevelType w:val="hybridMultilevel"/>
    <w:tmpl w:val="B9A4417A"/>
    <w:lvl w:ilvl="0" w:tplc="81726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2067A1A"/>
    <w:multiLevelType w:val="hybridMultilevel"/>
    <w:tmpl w:val="D1B21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065D3"/>
    <w:multiLevelType w:val="hybridMultilevel"/>
    <w:tmpl w:val="2182CDD6"/>
    <w:lvl w:ilvl="0" w:tplc="FA124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662399"/>
    <w:multiLevelType w:val="hybridMultilevel"/>
    <w:tmpl w:val="ACACB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D501C4"/>
    <w:multiLevelType w:val="hybridMultilevel"/>
    <w:tmpl w:val="DDCECDB4"/>
    <w:lvl w:ilvl="0" w:tplc="C53C173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cs="Times New Roman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E0D6F"/>
    <w:multiLevelType w:val="hybridMultilevel"/>
    <w:tmpl w:val="FB50D800"/>
    <w:lvl w:ilvl="0" w:tplc="0AAE0F4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7AAA5FA6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D6B2E698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D24D910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CB44A3BA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A47A6298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E1F4F85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C588772C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6268B6F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41E1267"/>
    <w:multiLevelType w:val="hybridMultilevel"/>
    <w:tmpl w:val="51D4BE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4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7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8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cs="Times New Roman"/>
      </w:rPr>
    </w:lvl>
  </w:abstractNum>
  <w:abstractNum w:abstractNumId="18">
    <w:nsid w:val="40326F8A"/>
    <w:multiLevelType w:val="multilevel"/>
    <w:tmpl w:val="9B408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47892"/>
    <w:multiLevelType w:val="hybridMultilevel"/>
    <w:tmpl w:val="F3A47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cs="Times New Roman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BD0279F"/>
    <w:multiLevelType w:val="hybridMultilevel"/>
    <w:tmpl w:val="D382D5B4"/>
    <w:lvl w:ilvl="0" w:tplc="8586E21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85857"/>
    <w:multiLevelType w:val="hybridMultilevel"/>
    <w:tmpl w:val="FB882716"/>
    <w:lvl w:ilvl="0" w:tplc="6156A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BD1E7B"/>
    <w:multiLevelType w:val="hybridMultilevel"/>
    <w:tmpl w:val="C6A0A140"/>
    <w:lvl w:ilvl="0" w:tplc="80C0DD2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F16B89"/>
    <w:multiLevelType w:val="hybridMultilevel"/>
    <w:tmpl w:val="837C9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8FF4B39"/>
    <w:multiLevelType w:val="multilevel"/>
    <w:tmpl w:val="E410B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6AFB5DB3"/>
    <w:multiLevelType w:val="hybridMultilevel"/>
    <w:tmpl w:val="9888124E"/>
    <w:lvl w:ilvl="0" w:tplc="0C5A37C6">
      <w:start w:val="1"/>
      <w:numFmt w:val="decimal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08E59F8"/>
    <w:multiLevelType w:val="hybridMultilevel"/>
    <w:tmpl w:val="F3A47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191ACC"/>
    <w:multiLevelType w:val="hybridMultilevel"/>
    <w:tmpl w:val="591CFF8E"/>
    <w:lvl w:ilvl="0" w:tplc="10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4"/>
  </w:num>
  <w:num w:numId="5">
    <w:abstractNumId w:val="30"/>
  </w:num>
  <w:num w:numId="6">
    <w:abstractNumId w:val="16"/>
  </w:num>
  <w:num w:numId="7">
    <w:abstractNumId w:val="15"/>
  </w:num>
  <w:num w:numId="8">
    <w:abstractNumId w:val="17"/>
  </w:num>
  <w:num w:numId="9">
    <w:abstractNumId w:val="29"/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6"/>
  </w:num>
  <w:num w:numId="15">
    <w:abstractNumId w:val="32"/>
  </w:num>
  <w:num w:numId="16">
    <w:abstractNumId w:val="28"/>
  </w:num>
  <w:num w:numId="17">
    <w:abstractNumId w:val="7"/>
  </w:num>
  <w:num w:numId="18">
    <w:abstractNumId w:val="31"/>
  </w:num>
  <w:num w:numId="19">
    <w:abstractNumId w:val="23"/>
  </w:num>
  <w:num w:numId="20">
    <w:abstractNumId w:val="10"/>
  </w:num>
  <w:num w:numId="21">
    <w:abstractNumId w:val="26"/>
  </w:num>
  <w:num w:numId="22">
    <w:abstractNumId w:val="21"/>
  </w:num>
  <w:num w:numId="23">
    <w:abstractNumId w:val="5"/>
  </w:num>
  <w:num w:numId="24">
    <w:abstractNumId w:val="1"/>
  </w:num>
  <w:num w:numId="25">
    <w:abstractNumId w:val="18"/>
  </w:num>
  <w:num w:numId="26">
    <w:abstractNumId w:val="2"/>
  </w:num>
  <w:num w:numId="27">
    <w:abstractNumId w:val="8"/>
  </w:num>
  <w:num w:numId="28">
    <w:abstractNumId w:val="0"/>
  </w:num>
  <w:num w:numId="29">
    <w:abstractNumId w:val="14"/>
  </w:num>
  <w:num w:numId="30">
    <w:abstractNumId w:val="27"/>
  </w:num>
  <w:num w:numId="31">
    <w:abstractNumId w:val="9"/>
  </w:num>
  <w:num w:numId="32">
    <w:abstractNumId w:val="4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E6B36"/>
    <w:rsid w:val="00002EE2"/>
    <w:rsid w:val="00004C40"/>
    <w:rsid w:val="000055B1"/>
    <w:rsid w:val="00023102"/>
    <w:rsid w:val="00043DB3"/>
    <w:rsid w:val="00044276"/>
    <w:rsid w:val="000500F9"/>
    <w:rsid w:val="000505EF"/>
    <w:rsid w:val="000522B8"/>
    <w:rsid w:val="0005495B"/>
    <w:rsid w:val="000556CF"/>
    <w:rsid w:val="000568ED"/>
    <w:rsid w:val="000653FF"/>
    <w:rsid w:val="000736A1"/>
    <w:rsid w:val="000743B4"/>
    <w:rsid w:val="000778E1"/>
    <w:rsid w:val="00077928"/>
    <w:rsid w:val="0008471C"/>
    <w:rsid w:val="0008779D"/>
    <w:rsid w:val="000939DD"/>
    <w:rsid w:val="00095831"/>
    <w:rsid w:val="000A4B01"/>
    <w:rsid w:val="000A556C"/>
    <w:rsid w:val="000B104E"/>
    <w:rsid w:val="000B5E36"/>
    <w:rsid w:val="000C0C2E"/>
    <w:rsid w:val="000C20F9"/>
    <w:rsid w:val="000C5D35"/>
    <w:rsid w:val="000D02C8"/>
    <w:rsid w:val="000D6651"/>
    <w:rsid w:val="000D6CAA"/>
    <w:rsid w:val="000D7DC5"/>
    <w:rsid w:val="000E5425"/>
    <w:rsid w:val="000F7D4F"/>
    <w:rsid w:val="00110754"/>
    <w:rsid w:val="00110E25"/>
    <w:rsid w:val="0011241F"/>
    <w:rsid w:val="00113080"/>
    <w:rsid w:val="001224FC"/>
    <w:rsid w:val="0012279E"/>
    <w:rsid w:val="00126FB6"/>
    <w:rsid w:val="00132C36"/>
    <w:rsid w:val="00132C8E"/>
    <w:rsid w:val="0013309E"/>
    <w:rsid w:val="00133997"/>
    <w:rsid w:val="00160382"/>
    <w:rsid w:val="001623DD"/>
    <w:rsid w:val="00163BBA"/>
    <w:rsid w:val="00164042"/>
    <w:rsid w:val="00193406"/>
    <w:rsid w:val="001957A8"/>
    <w:rsid w:val="001B5B51"/>
    <w:rsid w:val="001C0A06"/>
    <w:rsid w:val="001C7923"/>
    <w:rsid w:val="001D5EA7"/>
    <w:rsid w:val="001D7D3F"/>
    <w:rsid w:val="001E261D"/>
    <w:rsid w:val="002064AB"/>
    <w:rsid w:val="0021063C"/>
    <w:rsid w:val="0022481E"/>
    <w:rsid w:val="00232363"/>
    <w:rsid w:val="0023436B"/>
    <w:rsid w:val="002344E2"/>
    <w:rsid w:val="00234BF5"/>
    <w:rsid w:val="002358BD"/>
    <w:rsid w:val="002409F8"/>
    <w:rsid w:val="00241229"/>
    <w:rsid w:val="0025719A"/>
    <w:rsid w:val="00262221"/>
    <w:rsid w:val="00262EF9"/>
    <w:rsid w:val="002669EC"/>
    <w:rsid w:val="00275FB7"/>
    <w:rsid w:val="00280FB2"/>
    <w:rsid w:val="00283714"/>
    <w:rsid w:val="00285E45"/>
    <w:rsid w:val="00287305"/>
    <w:rsid w:val="002B1178"/>
    <w:rsid w:val="002E1ED7"/>
    <w:rsid w:val="002E27A0"/>
    <w:rsid w:val="002F3239"/>
    <w:rsid w:val="002F6A7E"/>
    <w:rsid w:val="00301173"/>
    <w:rsid w:val="00304947"/>
    <w:rsid w:val="003122CB"/>
    <w:rsid w:val="00327031"/>
    <w:rsid w:val="00331A45"/>
    <w:rsid w:val="0034328E"/>
    <w:rsid w:val="00346100"/>
    <w:rsid w:val="0035767D"/>
    <w:rsid w:val="003577CE"/>
    <w:rsid w:val="00363CFC"/>
    <w:rsid w:val="00364CAC"/>
    <w:rsid w:val="00367AD6"/>
    <w:rsid w:val="0037604B"/>
    <w:rsid w:val="0038592D"/>
    <w:rsid w:val="00390223"/>
    <w:rsid w:val="00396C0B"/>
    <w:rsid w:val="003A6952"/>
    <w:rsid w:val="003C5719"/>
    <w:rsid w:val="003D74A2"/>
    <w:rsid w:val="003E266F"/>
    <w:rsid w:val="003E7395"/>
    <w:rsid w:val="003F0724"/>
    <w:rsid w:val="003F1B71"/>
    <w:rsid w:val="003F4260"/>
    <w:rsid w:val="00413B08"/>
    <w:rsid w:val="004147CB"/>
    <w:rsid w:val="00426C75"/>
    <w:rsid w:val="0043169F"/>
    <w:rsid w:val="00442A58"/>
    <w:rsid w:val="00442D74"/>
    <w:rsid w:val="00445337"/>
    <w:rsid w:val="00450115"/>
    <w:rsid w:val="00451AAA"/>
    <w:rsid w:val="00466FEA"/>
    <w:rsid w:val="004743EC"/>
    <w:rsid w:val="00481A0A"/>
    <w:rsid w:val="00483A3F"/>
    <w:rsid w:val="004904E9"/>
    <w:rsid w:val="00490BBA"/>
    <w:rsid w:val="004932D4"/>
    <w:rsid w:val="00496FD1"/>
    <w:rsid w:val="004A6DE9"/>
    <w:rsid w:val="004B0BAF"/>
    <w:rsid w:val="004C7CA3"/>
    <w:rsid w:val="004D0F46"/>
    <w:rsid w:val="004D4D41"/>
    <w:rsid w:val="004E129F"/>
    <w:rsid w:val="004E151A"/>
    <w:rsid w:val="004E2620"/>
    <w:rsid w:val="004E460B"/>
    <w:rsid w:val="004F15A1"/>
    <w:rsid w:val="004F5B38"/>
    <w:rsid w:val="004F66F3"/>
    <w:rsid w:val="0050017C"/>
    <w:rsid w:val="0050496B"/>
    <w:rsid w:val="0051160B"/>
    <w:rsid w:val="00512635"/>
    <w:rsid w:val="005142E1"/>
    <w:rsid w:val="00520D97"/>
    <w:rsid w:val="00522D4F"/>
    <w:rsid w:val="005270F1"/>
    <w:rsid w:val="005310D1"/>
    <w:rsid w:val="0053218E"/>
    <w:rsid w:val="00540705"/>
    <w:rsid w:val="005411D7"/>
    <w:rsid w:val="00543F6C"/>
    <w:rsid w:val="005448CC"/>
    <w:rsid w:val="00544BE0"/>
    <w:rsid w:val="00553E31"/>
    <w:rsid w:val="005550EC"/>
    <w:rsid w:val="0056224F"/>
    <w:rsid w:val="005630DE"/>
    <w:rsid w:val="0057227E"/>
    <w:rsid w:val="00572A07"/>
    <w:rsid w:val="00574B11"/>
    <w:rsid w:val="00574BFA"/>
    <w:rsid w:val="00592158"/>
    <w:rsid w:val="005943DD"/>
    <w:rsid w:val="00596035"/>
    <w:rsid w:val="005A2A3D"/>
    <w:rsid w:val="005A52EF"/>
    <w:rsid w:val="005A5394"/>
    <w:rsid w:val="005A7230"/>
    <w:rsid w:val="005C29CD"/>
    <w:rsid w:val="005E17A2"/>
    <w:rsid w:val="005E31D4"/>
    <w:rsid w:val="005E66F8"/>
    <w:rsid w:val="005E7BBB"/>
    <w:rsid w:val="005F1B82"/>
    <w:rsid w:val="005F3B42"/>
    <w:rsid w:val="00602F33"/>
    <w:rsid w:val="00632173"/>
    <w:rsid w:val="006338F6"/>
    <w:rsid w:val="0064090A"/>
    <w:rsid w:val="00641406"/>
    <w:rsid w:val="00642735"/>
    <w:rsid w:val="00643831"/>
    <w:rsid w:val="006535F1"/>
    <w:rsid w:val="00663EC0"/>
    <w:rsid w:val="00674D68"/>
    <w:rsid w:val="00675BBC"/>
    <w:rsid w:val="0068322E"/>
    <w:rsid w:val="006948D7"/>
    <w:rsid w:val="006A1E87"/>
    <w:rsid w:val="006B7209"/>
    <w:rsid w:val="006C1CCD"/>
    <w:rsid w:val="006C2438"/>
    <w:rsid w:val="006C61FA"/>
    <w:rsid w:val="006C6DA0"/>
    <w:rsid w:val="006D0F37"/>
    <w:rsid w:val="006E09ED"/>
    <w:rsid w:val="006F1503"/>
    <w:rsid w:val="007019CD"/>
    <w:rsid w:val="0071428E"/>
    <w:rsid w:val="007260D4"/>
    <w:rsid w:val="00726B95"/>
    <w:rsid w:val="00737C01"/>
    <w:rsid w:val="007433D6"/>
    <w:rsid w:val="007471EE"/>
    <w:rsid w:val="00767972"/>
    <w:rsid w:val="007722B1"/>
    <w:rsid w:val="00772E0D"/>
    <w:rsid w:val="00776C87"/>
    <w:rsid w:val="00776EF1"/>
    <w:rsid w:val="00777F94"/>
    <w:rsid w:val="007806D9"/>
    <w:rsid w:val="007922B8"/>
    <w:rsid w:val="007A372D"/>
    <w:rsid w:val="007A5143"/>
    <w:rsid w:val="007B0914"/>
    <w:rsid w:val="007B1825"/>
    <w:rsid w:val="007B1C3D"/>
    <w:rsid w:val="007B546D"/>
    <w:rsid w:val="007B60CA"/>
    <w:rsid w:val="007C1C47"/>
    <w:rsid w:val="007C3C31"/>
    <w:rsid w:val="007D35DD"/>
    <w:rsid w:val="007D5D0C"/>
    <w:rsid w:val="007D791C"/>
    <w:rsid w:val="007E3F64"/>
    <w:rsid w:val="007E50C5"/>
    <w:rsid w:val="007F3526"/>
    <w:rsid w:val="00803FD9"/>
    <w:rsid w:val="008163A2"/>
    <w:rsid w:val="0082082C"/>
    <w:rsid w:val="008229FE"/>
    <w:rsid w:val="00823C91"/>
    <w:rsid w:val="008261AF"/>
    <w:rsid w:val="00837264"/>
    <w:rsid w:val="008467F9"/>
    <w:rsid w:val="00850C9F"/>
    <w:rsid w:val="00860981"/>
    <w:rsid w:val="00862408"/>
    <w:rsid w:val="00877C79"/>
    <w:rsid w:val="00881528"/>
    <w:rsid w:val="00886D3F"/>
    <w:rsid w:val="00897BE0"/>
    <w:rsid w:val="008A1273"/>
    <w:rsid w:val="008A6352"/>
    <w:rsid w:val="008B25E7"/>
    <w:rsid w:val="008C1047"/>
    <w:rsid w:val="008D6074"/>
    <w:rsid w:val="008D66AD"/>
    <w:rsid w:val="008D770B"/>
    <w:rsid w:val="008E19AE"/>
    <w:rsid w:val="008E3D45"/>
    <w:rsid w:val="008E46E0"/>
    <w:rsid w:val="008E55D9"/>
    <w:rsid w:val="008E6902"/>
    <w:rsid w:val="008F5658"/>
    <w:rsid w:val="00912677"/>
    <w:rsid w:val="00914087"/>
    <w:rsid w:val="009179DE"/>
    <w:rsid w:val="0092503E"/>
    <w:rsid w:val="0094167E"/>
    <w:rsid w:val="00950D88"/>
    <w:rsid w:val="00950F5C"/>
    <w:rsid w:val="00950FB7"/>
    <w:rsid w:val="00952E4C"/>
    <w:rsid w:val="00963152"/>
    <w:rsid w:val="00963161"/>
    <w:rsid w:val="009670A7"/>
    <w:rsid w:val="0096799B"/>
    <w:rsid w:val="0097647A"/>
    <w:rsid w:val="00981E00"/>
    <w:rsid w:val="0098315F"/>
    <w:rsid w:val="009843E8"/>
    <w:rsid w:val="00992514"/>
    <w:rsid w:val="009B42D9"/>
    <w:rsid w:val="009C7C3F"/>
    <w:rsid w:val="009E21C4"/>
    <w:rsid w:val="009E5688"/>
    <w:rsid w:val="009E7EB4"/>
    <w:rsid w:val="009F3A44"/>
    <w:rsid w:val="009F3FF5"/>
    <w:rsid w:val="009F609D"/>
    <w:rsid w:val="00A02EED"/>
    <w:rsid w:val="00A11118"/>
    <w:rsid w:val="00A16B46"/>
    <w:rsid w:val="00A22991"/>
    <w:rsid w:val="00A24E84"/>
    <w:rsid w:val="00A2646C"/>
    <w:rsid w:val="00A418A1"/>
    <w:rsid w:val="00A43DED"/>
    <w:rsid w:val="00A45D70"/>
    <w:rsid w:val="00A47406"/>
    <w:rsid w:val="00A5158C"/>
    <w:rsid w:val="00A67F13"/>
    <w:rsid w:val="00A70D89"/>
    <w:rsid w:val="00A71FE7"/>
    <w:rsid w:val="00A7232A"/>
    <w:rsid w:val="00A835ED"/>
    <w:rsid w:val="00A928E5"/>
    <w:rsid w:val="00A97A27"/>
    <w:rsid w:val="00AA0F68"/>
    <w:rsid w:val="00AA48D8"/>
    <w:rsid w:val="00AB1806"/>
    <w:rsid w:val="00AB3E37"/>
    <w:rsid w:val="00AC1E69"/>
    <w:rsid w:val="00AC262B"/>
    <w:rsid w:val="00AC4644"/>
    <w:rsid w:val="00AD5D46"/>
    <w:rsid w:val="00AD6216"/>
    <w:rsid w:val="00AE1AD9"/>
    <w:rsid w:val="00AE6013"/>
    <w:rsid w:val="00B101AE"/>
    <w:rsid w:val="00B11D6A"/>
    <w:rsid w:val="00B201CA"/>
    <w:rsid w:val="00B403AA"/>
    <w:rsid w:val="00B4157B"/>
    <w:rsid w:val="00B536ED"/>
    <w:rsid w:val="00B54AC1"/>
    <w:rsid w:val="00B60B36"/>
    <w:rsid w:val="00B64332"/>
    <w:rsid w:val="00B71727"/>
    <w:rsid w:val="00B73180"/>
    <w:rsid w:val="00B7668D"/>
    <w:rsid w:val="00B77C76"/>
    <w:rsid w:val="00B8096E"/>
    <w:rsid w:val="00B8799B"/>
    <w:rsid w:val="00B9339F"/>
    <w:rsid w:val="00B93726"/>
    <w:rsid w:val="00BA2832"/>
    <w:rsid w:val="00BA6174"/>
    <w:rsid w:val="00BA6B2D"/>
    <w:rsid w:val="00BB4E54"/>
    <w:rsid w:val="00BD3E14"/>
    <w:rsid w:val="00BD4186"/>
    <w:rsid w:val="00BE11C0"/>
    <w:rsid w:val="00BE5593"/>
    <w:rsid w:val="00C0458B"/>
    <w:rsid w:val="00C06382"/>
    <w:rsid w:val="00C10579"/>
    <w:rsid w:val="00C10C16"/>
    <w:rsid w:val="00C262AD"/>
    <w:rsid w:val="00C3214B"/>
    <w:rsid w:val="00C47554"/>
    <w:rsid w:val="00C526E6"/>
    <w:rsid w:val="00C52E2D"/>
    <w:rsid w:val="00C5309B"/>
    <w:rsid w:val="00C54DE4"/>
    <w:rsid w:val="00C65FCF"/>
    <w:rsid w:val="00C724F9"/>
    <w:rsid w:val="00C82432"/>
    <w:rsid w:val="00C8414C"/>
    <w:rsid w:val="00C90FF2"/>
    <w:rsid w:val="00C97516"/>
    <w:rsid w:val="00CA5A98"/>
    <w:rsid w:val="00CB44E2"/>
    <w:rsid w:val="00CC5C90"/>
    <w:rsid w:val="00CE2E7C"/>
    <w:rsid w:val="00CE6B36"/>
    <w:rsid w:val="00CF293E"/>
    <w:rsid w:val="00CF5B28"/>
    <w:rsid w:val="00D13025"/>
    <w:rsid w:val="00D17B44"/>
    <w:rsid w:val="00D22D35"/>
    <w:rsid w:val="00D234B0"/>
    <w:rsid w:val="00D2451B"/>
    <w:rsid w:val="00D2750E"/>
    <w:rsid w:val="00D312B0"/>
    <w:rsid w:val="00D31C42"/>
    <w:rsid w:val="00D34291"/>
    <w:rsid w:val="00D349D5"/>
    <w:rsid w:val="00D50E13"/>
    <w:rsid w:val="00D55A1E"/>
    <w:rsid w:val="00D566E7"/>
    <w:rsid w:val="00D61586"/>
    <w:rsid w:val="00D61C03"/>
    <w:rsid w:val="00D62999"/>
    <w:rsid w:val="00D75BAC"/>
    <w:rsid w:val="00D80083"/>
    <w:rsid w:val="00D80C51"/>
    <w:rsid w:val="00D811FD"/>
    <w:rsid w:val="00D83174"/>
    <w:rsid w:val="00D875E2"/>
    <w:rsid w:val="00D87DCE"/>
    <w:rsid w:val="00DA53D2"/>
    <w:rsid w:val="00DB0BB5"/>
    <w:rsid w:val="00DC6249"/>
    <w:rsid w:val="00DD3868"/>
    <w:rsid w:val="00DE5147"/>
    <w:rsid w:val="00DE66ED"/>
    <w:rsid w:val="00DF4C8F"/>
    <w:rsid w:val="00DF6E90"/>
    <w:rsid w:val="00DF7698"/>
    <w:rsid w:val="00E17BA9"/>
    <w:rsid w:val="00E22EB4"/>
    <w:rsid w:val="00E2782C"/>
    <w:rsid w:val="00E33388"/>
    <w:rsid w:val="00E36FE2"/>
    <w:rsid w:val="00E4053D"/>
    <w:rsid w:val="00E41951"/>
    <w:rsid w:val="00E41C30"/>
    <w:rsid w:val="00E47442"/>
    <w:rsid w:val="00E61A83"/>
    <w:rsid w:val="00E73B29"/>
    <w:rsid w:val="00E751B5"/>
    <w:rsid w:val="00E85964"/>
    <w:rsid w:val="00E859EF"/>
    <w:rsid w:val="00E9216A"/>
    <w:rsid w:val="00E92545"/>
    <w:rsid w:val="00EA3513"/>
    <w:rsid w:val="00EC2497"/>
    <w:rsid w:val="00EC2A8D"/>
    <w:rsid w:val="00EC7B1E"/>
    <w:rsid w:val="00ED1CE2"/>
    <w:rsid w:val="00ED3C85"/>
    <w:rsid w:val="00ED7A90"/>
    <w:rsid w:val="00EE03E4"/>
    <w:rsid w:val="00EE6316"/>
    <w:rsid w:val="00F01086"/>
    <w:rsid w:val="00F02C43"/>
    <w:rsid w:val="00F1000F"/>
    <w:rsid w:val="00F13DBB"/>
    <w:rsid w:val="00F227DD"/>
    <w:rsid w:val="00F25885"/>
    <w:rsid w:val="00F25D82"/>
    <w:rsid w:val="00F25E2F"/>
    <w:rsid w:val="00F321B6"/>
    <w:rsid w:val="00F3250C"/>
    <w:rsid w:val="00F35DEB"/>
    <w:rsid w:val="00F42C31"/>
    <w:rsid w:val="00F43203"/>
    <w:rsid w:val="00F55597"/>
    <w:rsid w:val="00F56128"/>
    <w:rsid w:val="00F57AE0"/>
    <w:rsid w:val="00F63952"/>
    <w:rsid w:val="00F6558A"/>
    <w:rsid w:val="00F73239"/>
    <w:rsid w:val="00F777B0"/>
    <w:rsid w:val="00F9200E"/>
    <w:rsid w:val="00F92B61"/>
    <w:rsid w:val="00FA320E"/>
    <w:rsid w:val="00FC54A4"/>
    <w:rsid w:val="00FD1792"/>
    <w:rsid w:val="00FD47F3"/>
    <w:rsid w:val="00FD5A9A"/>
    <w:rsid w:val="00FE25CE"/>
    <w:rsid w:val="00FE50C4"/>
    <w:rsid w:val="00FE6C5B"/>
    <w:rsid w:val="00FF6707"/>
    <w:rsid w:val="1A3A75DC"/>
    <w:rsid w:val="23A5B7B9"/>
    <w:rsid w:val="6218B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E2"/>
    <w:rPr>
      <w:rFonts w:ascii="Arial" w:eastAsia="Times New Roman" w:hAnsi="Arial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locked/>
    <w:rsid w:val="00850C9F"/>
    <w:pPr>
      <w:keepNext/>
      <w:keepLines/>
      <w:spacing w:after="360"/>
      <w:outlineLvl w:val="0"/>
    </w:pPr>
    <w:rPr>
      <w:rFonts w:eastAsia="Calibri"/>
      <w:b/>
      <w:bCs/>
      <w:caps/>
      <w:sz w:val="24"/>
      <w:szCs w:val="28"/>
      <w:u w:val="single"/>
    </w:rPr>
  </w:style>
  <w:style w:type="paragraph" w:styleId="2">
    <w:name w:val="heading 2"/>
    <w:basedOn w:val="a"/>
    <w:next w:val="a"/>
    <w:link w:val="20"/>
    <w:qFormat/>
    <w:locked/>
    <w:rsid w:val="00390223"/>
    <w:pPr>
      <w:keepNext/>
      <w:keepLines/>
      <w:spacing w:after="180"/>
      <w:outlineLvl w:val="1"/>
    </w:pPr>
    <w:rPr>
      <w:rFonts w:eastAsia="Calibri"/>
      <w:b/>
      <w:bCs/>
      <w:i/>
      <w:sz w:val="22"/>
      <w:szCs w:val="26"/>
    </w:rPr>
  </w:style>
  <w:style w:type="paragraph" w:styleId="3">
    <w:name w:val="heading 3"/>
    <w:basedOn w:val="a"/>
    <w:next w:val="a"/>
    <w:link w:val="30"/>
    <w:qFormat/>
    <w:locked/>
    <w:rsid w:val="00390223"/>
    <w:pPr>
      <w:keepNext/>
      <w:keepLines/>
      <w:spacing w:after="60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0C9F"/>
    <w:rPr>
      <w:rFonts w:ascii="Arial" w:hAnsi="Arial" w:cs="Times New Roman"/>
      <w:b/>
      <w:bCs/>
      <w:caps/>
      <w:sz w:val="28"/>
      <w:szCs w:val="28"/>
      <w:u w:val="single"/>
    </w:rPr>
  </w:style>
  <w:style w:type="character" w:customStyle="1" w:styleId="20">
    <w:name w:val="Заголовок 2 Знак"/>
    <w:link w:val="2"/>
    <w:locked/>
    <w:rsid w:val="00390223"/>
    <w:rPr>
      <w:rFonts w:ascii="Arial" w:hAnsi="Arial" w:cs="Times New Roman"/>
      <w:b/>
      <w:bCs/>
      <w:i/>
      <w:sz w:val="26"/>
      <w:szCs w:val="26"/>
    </w:rPr>
  </w:style>
  <w:style w:type="character" w:customStyle="1" w:styleId="30">
    <w:name w:val="Заголовок 3 Знак"/>
    <w:link w:val="3"/>
    <w:locked/>
    <w:rsid w:val="00390223"/>
    <w:rPr>
      <w:rFonts w:ascii="Arial" w:hAnsi="Arial" w:cs="Times New Roman"/>
      <w:b/>
      <w:bCs/>
      <w:sz w:val="20"/>
    </w:rPr>
  </w:style>
  <w:style w:type="character" w:styleId="a3">
    <w:name w:val="Emphasis"/>
    <w:qFormat/>
    <w:rsid w:val="00113080"/>
    <w:rPr>
      <w:rFonts w:cs="Times New Roman"/>
      <w:i/>
      <w:iCs/>
    </w:rPr>
  </w:style>
  <w:style w:type="paragraph" w:styleId="a4">
    <w:name w:val="header"/>
    <w:basedOn w:val="a"/>
    <w:link w:val="a5"/>
    <w:rsid w:val="00F56128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locked/>
    <w:rsid w:val="00F56128"/>
    <w:rPr>
      <w:rFonts w:ascii="Square721 BT" w:hAnsi="Square721 BT" w:cs="Times New Roman"/>
      <w:sz w:val="20"/>
    </w:rPr>
  </w:style>
  <w:style w:type="paragraph" w:styleId="a6">
    <w:name w:val="footer"/>
    <w:basedOn w:val="a"/>
    <w:link w:val="a7"/>
    <w:rsid w:val="00F56128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locked/>
    <w:rsid w:val="00F56128"/>
    <w:rPr>
      <w:rFonts w:ascii="Square721 BT" w:hAnsi="Square721 BT" w:cs="Times New Roman"/>
      <w:sz w:val="20"/>
    </w:rPr>
  </w:style>
  <w:style w:type="paragraph" w:styleId="a8">
    <w:name w:val="Balloon Text"/>
    <w:basedOn w:val="a"/>
    <w:link w:val="a9"/>
    <w:semiHidden/>
    <w:rsid w:val="00F561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F5612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56128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a4"/>
    <w:link w:val="footerleftChar"/>
    <w:locked/>
    <w:rsid w:val="0022481E"/>
    <w:rPr>
      <w:sz w:val="16"/>
      <w:szCs w:val="16"/>
    </w:rPr>
  </w:style>
  <w:style w:type="paragraph" w:customStyle="1" w:styleId="footercentre">
    <w:name w:val="footer centre"/>
    <w:basedOn w:val="a4"/>
    <w:link w:val="footercentreChar"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link w:val="footerleft"/>
    <w:locked/>
    <w:rsid w:val="0022481E"/>
    <w:rPr>
      <w:rFonts w:ascii="Arial" w:hAnsi="Arial" w:cs="Times New Roman"/>
      <w:sz w:val="16"/>
      <w:szCs w:val="16"/>
    </w:rPr>
  </w:style>
  <w:style w:type="paragraph" w:customStyle="1" w:styleId="footerright">
    <w:name w:val="footer right"/>
    <w:basedOn w:val="a6"/>
    <w:link w:val="footerrightChar"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link w:val="footercentre"/>
    <w:locked/>
    <w:rsid w:val="0022481E"/>
    <w:rPr>
      <w:rFonts w:ascii="Arial" w:hAnsi="Arial" w:cs="Times New Roman"/>
      <w:sz w:val="16"/>
      <w:szCs w:val="16"/>
    </w:rPr>
  </w:style>
  <w:style w:type="paragraph" w:customStyle="1" w:styleId="imagetext">
    <w:name w:val="image text"/>
    <w:basedOn w:val="a"/>
    <w:link w:val="imagetextChar"/>
    <w:locked/>
    <w:rsid w:val="00E41C30"/>
    <w:rPr>
      <w:i/>
    </w:rPr>
  </w:style>
  <w:style w:type="character" w:customStyle="1" w:styleId="footerrightChar">
    <w:name w:val="footer right Char"/>
    <w:link w:val="footerright"/>
    <w:locked/>
    <w:rsid w:val="0022481E"/>
    <w:rPr>
      <w:rFonts w:ascii="Arial" w:hAnsi="Arial" w:cs="Times New Roman"/>
      <w:sz w:val="16"/>
      <w:szCs w:val="16"/>
    </w:rPr>
  </w:style>
  <w:style w:type="paragraph" w:customStyle="1" w:styleId="bullet">
    <w:name w:val="bullet"/>
    <w:basedOn w:val="a"/>
    <w:link w:val="bulletChar"/>
    <w:locked/>
    <w:rsid w:val="00B8096E"/>
    <w:pPr>
      <w:numPr>
        <w:numId w:val="2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locked/>
    <w:rsid w:val="00B8096E"/>
    <w:pPr>
      <w:numPr>
        <w:ilvl w:val="1"/>
        <w:numId w:val="4"/>
      </w:numPr>
      <w:ind w:left="1135"/>
    </w:pPr>
  </w:style>
  <w:style w:type="paragraph" w:customStyle="1" w:styleId="letteredlist">
    <w:name w:val="lettered list"/>
    <w:basedOn w:val="a"/>
    <w:link w:val="letteredlistChar"/>
    <w:locked/>
    <w:rsid w:val="00E41C30"/>
    <w:pPr>
      <w:numPr>
        <w:numId w:val="6"/>
      </w:numPr>
      <w:ind w:left="568" w:hanging="284"/>
      <w:contextualSpacing/>
    </w:pPr>
  </w:style>
  <w:style w:type="character" w:customStyle="1" w:styleId="bulletChar">
    <w:name w:val="bullet Char"/>
    <w:link w:val="bullet"/>
    <w:locked/>
    <w:rsid w:val="00B8096E"/>
    <w:rPr>
      <w:rFonts w:ascii="Arial" w:hAnsi="Arial" w:cs="Times New Roman"/>
      <w:sz w:val="20"/>
    </w:rPr>
  </w:style>
  <w:style w:type="paragraph" w:customStyle="1" w:styleId="numberedlist">
    <w:name w:val="numbered list"/>
    <w:basedOn w:val="a"/>
    <w:link w:val="numberedlistChar"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-subChar">
    <w:name w:val="bullet-sub Char"/>
    <w:basedOn w:val="bulletChar"/>
    <w:link w:val="bullet-sub"/>
    <w:locked/>
    <w:rsid w:val="00B8096E"/>
    <w:rPr>
      <w:rFonts w:ascii="Arial" w:hAnsi="Arial" w:cs="Times New Roman"/>
      <w:sz w:val="20"/>
    </w:rPr>
  </w:style>
  <w:style w:type="paragraph" w:customStyle="1" w:styleId="signaturetext">
    <w:name w:val="signature text"/>
    <w:basedOn w:val="imagetext"/>
    <w:link w:val="signaturetextChar"/>
    <w:locked/>
    <w:rsid w:val="00E41C30"/>
  </w:style>
  <w:style w:type="character" w:customStyle="1" w:styleId="numberedlistChar">
    <w:name w:val="numbered list Char"/>
    <w:link w:val="numberedlist"/>
    <w:locked/>
    <w:rsid w:val="00E41C30"/>
    <w:rPr>
      <w:rFonts w:ascii="Arial" w:hAnsi="Arial" w:cs="Times New Roman"/>
      <w:sz w:val="20"/>
    </w:rPr>
  </w:style>
  <w:style w:type="character" w:customStyle="1" w:styleId="imagetextChar">
    <w:name w:val="image text Char"/>
    <w:link w:val="imagetext"/>
    <w:locked/>
    <w:rsid w:val="00E41C30"/>
    <w:rPr>
      <w:rFonts w:ascii="Arial" w:hAnsi="Arial" w:cs="Times New Roman"/>
      <w:i/>
      <w:sz w:val="20"/>
    </w:rPr>
  </w:style>
  <w:style w:type="character" w:customStyle="1" w:styleId="letteredlistChar">
    <w:name w:val="lettered list Char"/>
    <w:link w:val="letteredlist"/>
    <w:locked/>
    <w:rsid w:val="00E41C30"/>
    <w:rPr>
      <w:rFonts w:ascii="Arial" w:hAnsi="Arial" w:cs="Times New Roman"/>
      <w:sz w:val="20"/>
    </w:rPr>
  </w:style>
  <w:style w:type="character" w:customStyle="1" w:styleId="signaturetextChar">
    <w:name w:val="signature text Char"/>
    <w:basedOn w:val="imagetextChar"/>
    <w:link w:val="signaturetext"/>
    <w:locked/>
    <w:rsid w:val="00E41C30"/>
    <w:rPr>
      <w:rFonts w:ascii="Arial" w:hAnsi="Arial" w:cs="Times New Roman"/>
      <w:i/>
      <w:sz w:val="20"/>
    </w:rPr>
  </w:style>
  <w:style w:type="paragraph" w:customStyle="1" w:styleId="11">
    <w:name w:val="Абзац списка1"/>
    <w:basedOn w:val="a"/>
    <w:link w:val="ListParagraphChar"/>
    <w:rsid w:val="007F3526"/>
    <w:pPr>
      <w:ind w:left="720"/>
      <w:contextualSpacing/>
    </w:pPr>
  </w:style>
  <w:style w:type="paragraph" w:customStyle="1" w:styleId="Subsectionheading">
    <w:name w:val="Subsection heading"/>
    <w:basedOn w:val="a"/>
    <w:link w:val="SubsectionChar"/>
    <w:rsid w:val="007B1825"/>
    <w:pPr>
      <w:numPr>
        <w:ilvl w:val="1"/>
        <w:numId w:val="12"/>
      </w:numPr>
      <w:spacing w:after="180"/>
    </w:pPr>
    <w:rPr>
      <w:b/>
    </w:rPr>
  </w:style>
  <w:style w:type="paragraph" w:customStyle="1" w:styleId="sub-subsectionheading">
    <w:name w:val="sub-subsection heading"/>
    <w:basedOn w:val="11"/>
    <w:link w:val="sub-subsectionheadingChar"/>
    <w:rsid w:val="007B1825"/>
    <w:pPr>
      <w:numPr>
        <w:ilvl w:val="2"/>
        <w:numId w:val="12"/>
      </w:numPr>
      <w:spacing w:after="60"/>
      <w:ind w:left="1248" w:hanging="794"/>
    </w:pPr>
  </w:style>
  <w:style w:type="character" w:customStyle="1" w:styleId="ListParagraphChar">
    <w:name w:val="List Paragraph Char"/>
    <w:link w:val="11"/>
    <w:locked/>
    <w:rsid w:val="00193406"/>
    <w:rPr>
      <w:rFonts w:ascii="Arial" w:hAnsi="Arial" w:cs="Times New Roman"/>
      <w:sz w:val="20"/>
    </w:rPr>
  </w:style>
  <w:style w:type="character" w:customStyle="1" w:styleId="SubsectionChar">
    <w:name w:val="Subsection Char"/>
    <w:link w:val="Subsectionheading"/>
    <w:locked/>
    <w:rsid w:val="007B1825"/>
    <w:rPr>
      <w:rFonts w:ascii="Arial" w:hAnsi="Arial" w:cs="Times New Roman"/>
      <w:b/>
      <w:sz w:val="20"/>
    </w:rPr>
  </w:style>
  <w:style w:type="paragraph" w:customStyle="1" w:styleId="sub-subsectiontext">
    <w:name w:val="sub-subsection text"/>
    <w:basedOn w:val="a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locked/>
    <w:rsid w:val="007B1825"/>
    <w:rPr>
      <w:rFonts w:ascii="Arial" w:hAnsi="Arial" w:cs="Times New Roman"/>
      <w:sz w:val="20"/>
    </w:rPr>
  </w:style>
  <w:style w:type="paragraph" w:customStyle="1" w:styleId="subsectiontext">
    <w:name w:val="subsection text"/>
    <w:basedOn w:val="a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link w:val="sub-subsectiontext"/>
    <w:locked/>
    <w:rsid w:val="00193406"/>
    <w:rPr>
      <w:rFonts w:ascii="Arial" w:hAnsi="Arial" w:cs="Times New Roman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link w:val="subsectiontext"/>
    <w:locked/>
    <w:rsid w:val="004743EC"/>
    <w:rPr>
      <w:rFonts w:ascii="Arial" w:hAnsi="Arial" w:cs="Times New Roman"/>
      <w:sz w:val="20"/>
    </w:rPr>
  </w:style>
  <w:style w:type="character" w:customStyle="1" w:styleId="bulletsub-subsectionChar">
    <w:name w:val="bullet sub-subsection Char"/>
    <w:basedOn w:val="bulletChar"/>
    <w:link w:val="bulletsub-subsection"/>
    <w:locked/>
    <w:rsid w:val="003A6952"/>
    <w:rPr>
      <w:rFonts w:ascii="Arial" w:hAnsi="Arial" w:cs="Times New Roman"/>
      <w:sz w:val="20"/>
    </w:rPr>
  </w:style>
  <w:style w:type="paragraph" w:customStyle="1" w:styleId="DocTitle">
    <w:name w:val="Doc Title"/>
    <w:basedOn w:val="a"/>
    <w:link w:val="DocTitleChar"/>
    <w:rsid w:val="001D7D3F"/>
    <w:rPr>
      <w:b/>
      <w:sz w:val="44"/>
      <w:szCs w:val="44"/>
    </w:rPr>
  </w:style>
  <w:style w:type="paragraph" w:customStyle="1" w:styleId="Docsubtitle1">
    <w:name w:val="Doc subtitle1"/>
    <w:basedOn w:val="a"/>
    <w:link w:val="Docsubtitle1Char"/>
    <w:rsid w:val="006B7209"/>
    <w:rPr>
      <w:b/>
      <w:sz w:val="28"/>
      <w:szCs w:val="28"/>
    </w:rPr>
  </w:style>
  <w:style w:type="character" w:customStyle="1" w:styleId="DocTitleChar">
    <w:name w:val="Doc Title Char"/>
    <w:link w:val="DocTitle"/>
    <w:locked/>
    <w:rsid w:val="001D7D3F"/>
    <w:rPr>
      <w:rFonts w:ascii="Arial" w:hAnsi="Arial" w:cs="Times New Roman"/>
      <w:b/>
      <w:sz w:val="44"/>
      <w:szCs w:val="44"/>
    </w:rPr>
  </w:style>
  <w:style w:type="paragraph" w:customStyle="1" w:styleId="Docsubtitle2">
    <w:name w:val="Doc subtitle2"/>
    <w:basedOn w:val="a"/>
    <w:link w:val="Docsubtitle2Char"/>
    <w:rsid w:val="006B7209"/>
    <w:rPr>
      <w:sz w:val="28"/>
      <w:szCs w:val="28"/>
    </w:rPr>
  </w:style>
  <w:style w:type="character" w:customStyle="1" w:styleId="Docsubtitle1Char">
    <w:name w:val="Doc subtitle1 Char"/>
    <w:link w:val="Docsubtitle1"/>
    <w:locked/>
    <w:rsid w:val="006B7209"/>
    <w:rPr>
      <w:rFonts w:ascii="Arial" w:hAnsi="Arial" w:cs="Times New Roman"/>
      <w:b/>
      <w:sz w:val="28"/>
      <w:szCs w:val="28"/>
    </w:rPr>
  </w:style>
  <w:style w:type="paragraph" w:styleId="21">
    <w:name w:val="toc 2"/>
    <w:basedOn w:val="a"/>
    <w:next w:val="a"/>
    <w:autoRedefine/>
    <w:semiHidden/>
    <w:rsid w:val="005A2A3D"/>
    <w:pPr>
      <w:ind w:left="180"/>
    </w:pPr>
    <w:rPr>
      <w:rFonts w:eastAsia="Calibri"/>
      <w:szCs w:val="24"/>
    </w:rPr>
  </w:style>
  <w:style w:type="character" w:customStyle="1" w:styleId="Docsubtitle2Char">
    <w:name w:val="Doc subtitle2 Char"/>
    <w:link w:val="Docsubtitle2"/>
    <w:locked/>
    <w:rsid w:val="006B7209"/>
    <w:rPr>
      <w:rFonts w:ascii="Arial" w:hAnsi="Arial" w:cs="Times New Roman"/>
      <w:sz w:val="28"/>
      <w:szCs w:val="28"/>
    </w:rPr>
  </w:style>
  <w:style w:type="character" w:styleId="ab">
    <w:name w:val="Hyperlink"/>
    <w:rsid w:val="005A2A3D"/>
    <w:rPr>
      <w:rFonts w:cs="Times New Roman"/>
      <w:color w:val="0000FF"/>
      <w:u w:val="single"/>
    </w:rPr>
  </w:style>
  <w:style w:type="table" w:customStyle="1" w:styleId="WSITable">
    <w:name w:val="WSI Table"/>
    <w:rsid w:val="00D234B0"/>
    <w:rPr>
      <w:rFonts w:ascii="Arial" w:eastAsia="Times New Roman" w:hAnsi="Arial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rsid w:val="00D234B0"/>
    <w:rPr>
      <w:rFonts w:ascii="Arial" w:eastAsia="Times New Roman" w:hAnsi="Arial"/>
      <w:color w:val="000000"/>
      <w:lang w:eastAsia="ru-RU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text">
    <w:name w:val="bullet text"/>
    <w:basedOn w:val="bullet"/>
    <w:link w:val="bullettextChar"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locked/>
    <w:rsid w:val="00B8096E"/>
    <w:rPr>
      <w:rFonts w:ascii="Arial" w:hAnsi="Arial" w:cs="Times New Roman"/>
      <w:sz w:val="20"/>
    </w:rPr>
  </w:style>
  <w:style w:type="character" w:customStyle="1" w:styleId="bullet-subtextChar">
    <w:name w:val="bullet-sub text Char"/>
    <w:basedOn w:val="bullettextChar"/>
    <w:link w:val="bullet-subtext"/>
    <w:locked/>
    <w:rsid w:val="00BA6B2D"/>
    <w:rPr>
      <w:rFonts w:ascii="Arial" w:hAnsi="Arial" w:cs="Times New Roman"/>
      <w:sz w:val="20"/>
    </w:rPr>
  </w:style>
  <w:style w:type="paragraph" w:customStyle="1" w:styleId="tablebullet">
    <w:name w:val="table bullet"/>
    <w:basedOn w:val="11"/>
    <w:link w:val="tablebulletChar"/>
    <w:rsid w:val="00110754"/>
    <w:pPr>
      <w:numPr>
        <w:numId w:val="13"/>
      </w:numPr>
      <w:ind w:left="284" w:hanging="284"/>
    </w:pPr>
    <w:rPr>
      <w:color w:val="000000"/>
    </w:rPr>
  </w:style>
  <w:style w:type="character" w:customStyle="1" w:styleId="tablebulletChar">
    <w:name w:val="table bullet Char"/>
    <w:link w:val="tablebullet"/>
    <w:locked/>
    <w:rsid w:val="00110754"/>
    <w:rPr>
      <w:rFonts w:ascii="Arial" w:hAnsi="Arial" w:cs="Times New Roman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rsid w:val="00B8096E"/>
    <w:pPr>
      <w:numPr>
        <w:ilvl w:val="2"/>
      </w:numPr>
      <w:ind w:left="1702"/>
    </w:pPr>
  </w:style>
  <w:style w:type="paragraph" w:customStyle="1" w:styleId="bullet-sub-subtext">
    <w:name w:val="bullet-sub-sub text"/>
    <w:basedOn w:val="bullet-subtext"/>
    <w:link w:val="bullet-sub-subtextChar"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locked/>
    <w:rsid w:val="00B8096E"/>
    <w:rPr>
      <w:rFonts w:ascii="Arial" w:hAnsi="Arial" w:cs="Times New Roman"/>
      <w:sz w:val="20"/>
    </w:rPr>
  </w:style>
  <w:style w:type="paragraph" w:customStyle="1" w:styleId="tablesub-bullet">
    <w:name w:val="table sub-bullet"/>
    <w:basedOn w:val="tablebullet"/>
    <w:link w:val="tablesub-bulletChar"/>
    <w:rsid w:val="00B8096E"/>
    <w:pPr>
      <w:numPr>
        <w:numId w:val="14"/>
      </w:numPr>
      <w:ind w:left="568"/>
    </w:pPr>
  </w:style>
  <w:style w:type="character" w:customStyle="1" w:styleId="bullet-sub-subtextChar">
    <w:name w:val="bullet-sub-sub text Char"/>
    <w:basedOn w:val="bullet-subtextChar"/>
    <w:link w:val="bullet-sub-subtext"/>
    <w:locked/>
    <w:rsid w:val="00BA6B2D"/>
    <w:rPr>
      <w:rFonts w:ascii="Arial" w:hAnsi="Arial" w:cs="Times New Roman"/>
      <w:sz w:val="20"/>
    </w:rPr>
  </w:style>
  <w:style w:type="character" w:customStyle="1" w:styleId="tablesub-bulletChar">
    <w:name w:val="table sub-bullet Char"/>
    <w:basedOn w:val="tablebulletChar"/>
    <w:link w:val="tablesub-bullet"/>
    <w:locked/>
    <w:rsid w:val="00B8096E"/>
    <w:rPr>
      <w:rFonts w:ascii="Arial" w:hAnsi="Arial" w:cs="Times New Roman"/>
      <w:color w:val="000000"/>
      <w:sz w:val="20"/>
    </w:rPr>
  </w:style>
  <w:style w:type="paragraph" w:styleId="12">
    <w:name w:val="toc 1"/>
    <w:basedOn w:val="a"/>
    <w:next w:val="a"/>
    <w:autoRedefine/>
    <w:semiHidden/>
    <w:rsid w:val="00CE6B36"/>
    <w:rPr>
      <w:rFonts w:eastAsia="Calibri"/>
      <w:szCs w:val="24"/>
    </w:rPr>
  </w:style>
  <w:style w:type="paragraph" w:customStyle="1" w:styleId="Doctitle0">
    <w:name w:val="Doc title"/>
    <w:basedOn w:val="a"/>
    <w:rsid w:val="00CE6B36"/>
    <w:rPr>
      <w:rFonts w:eastAsia="Calibri"/>
      <w:b/>
      <w:sz w:val="40"/>
      <w:szCs w:val="24"/>
    </w:rPr>
  </w:style>
  <w:style w:type="character" w:styleId="ac">
    <w:name w:val="page number"/>
    <w:rsid w:val="00CE6B36"/>
    <w:rPr>
      <w:rFonts w:ascii="Arial" w:hAnsi="Arial" w:cs="Times New Roman"/>
      <w:sz w:val="16"/>
    </w:rPr>
  </w:style>
  <w:style w:type="paragraph" w:styleId="ad">
    <w:name w:val="List Paragraph"/>
    <w:basedOn w:val="a"/>
    <w:uiPriority w:val="34"/>
    <w:qFormat/>
    <w:rsid w:val="007D5D0C"/>
    <w:pPr>
      <w:ind w:left="720"/>
      <w:contextualSpacing/>
    </w:pPr>
  </w:style>
  <w:style w:type="paragraph" w:customStyle="1" w:styleId="ae">
    <w:name w:val="Базовый"/>
    <w:rsid w:val="00163BBA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f">
    <w:name w:val="Normal (Web)"/>
    <w:basedOn w:val="a"/>
    <w:rsid w:val="00163BBA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10">
    <w:name w:val="A1"/>
    <w:rsid w:val="00163BBA"/>
    <w:rPr>
      <w:b/>
      <w:color w:val="000000"/>
      <w:sz w:val="28"/>
    </w:rPr>
  </w:style>
  <w:style w:type="paragraph" w:customStyle="1" w:styleId="Pa1">
    <w:name w:val="Pa1"/>
    <w:basedOn w:val="Default"/>
    <w:next w:val="Default"/>
    <w:rsid w:val="00163BBA"/>
    <w:pPr>
      <w:spacing w:line="221" w:lineRule="atLeast"/>
    </w:pPr>
    <w:rPr>
      <w:rFonts w:cs="Times New Roman"/>
      <w:color w:val="auto"/>
    </w:rPr>
  </w:style>
  <w:style w:type="paragraph" w:customStyle="1" w:styleId="Default">
    <w:name w:val="Default"/>
    <w:rsid w:val="00163BBA"/>
    <w:pPr>
      <w:autoSpaceDE w:val="0"/>
      <w:autoSpaceDN w:val="0"/>
      <w:adjustRightInd w:val="0"/>
    </w:pPr>
    <w:rPr>
      <w:rFonts w:ascii="Myriad Pro" w:eastAsia="Times New Roman" w:hAnsi="Myriad Pro" w:cs="Myriad Pro"/>
      <w:color w:val="000000"/>
      <w:sz w:val="24"/>
      <w:szCs w:val="24"/>
      <w:lang w:eastAsia="en-US"/>
    </w:rPr>
  </w:style>
  <w:style w:type="character" w:customStyle="1" w:styleId="A20">
    <w:name w:val="A2"/>
    <w:rsid w:val="00163BBA"/>
    <w:rPr>
      <w:b/>
      <w:color w:val="000000"/>
      <w:sz w:val="26"/>
      <w:u w:val="single"/>
    </w:rPr>
  </w:style>
  <w:style w:type="paragraph" w:customStyle="1" w:styleId="Pa2">
    <w:name w:val="Pa2"/>
    <w:basedOn w:val="Default"/>
    <w:next w:val="Default"/>
    <w:rsid w:val="00163BBA"/>
    <w:pPr>
      <w:spacing w:line="221" w:lineRule="atLeast"/>
    </w:pPr>
    <w:rPr>
      <w:rFonts w:cs="Times New Roman"/>
      <w:color w:val="auto"/>
    </w:rPr>
  </w:style>
  <w:style w:type="paragraph" w:styleId="af0">
    <w:name w:val="caption"/>
    <w:basedOn w:val="a"/>
    <w:next w:val="a"/>
    <w:unhideWhenUsed/>
    <w:qFormat/>
    <w:locked/>
    <w:rsid w:val="000C5D35"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E2"/>
    <w:rPr>
      <w:rFonts w:ascii="Arial" w:eastAsia="Times New Roman" w:hAnsi="Arial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locked/>
    <w:rsid w:val="00850C9F"/>
    <w:pPr>
      <w:keepNext/>
      <w:keepLines/>
      <w:spacing w:after="360"/>
      <w:outlineLvl w:val="0"/>
    </w:pPr>
    <w:rPr>
      <w:rFonts w:eastAsia="Calibri"/>
      <w:b/>
      <w:bCs/>
      <w:caps/>
      <w:sz w:val="24"/>
      <w:szCs w:val="28"/>
      <w:u w:val="single"/>
    </w:rPr>
  </w:style>
  <w:style w:type="paragraph" w:styleId="2">
    <w:name w:val="heading 2"/>
    <w:basedOn w:val="a"/>
    <w:next w:val="a"/>
    <w:link w:val="20"/>
    <w:qFormat/>
    <w:locked/>
    <w:rsid w:val="00390223"/>
    <w:pPr>
      <w:keepNext/>
      <w:keepLines/>
      <w:spacing w:after="180"/>
      <w:outlineLvl w:val="1"/>
    </w:pPr>
    <w:rPr>
      <w:rFonts w:eastAsia="Calibri"/>
      <w:b/>
      <w:bCs/>
      <w:i/>
      <w:sz w:val="22"/>
      <w:szCs w:val="26"/>
    </w:rPr>
  </w:style>
  <w:style w:type="paragraph" w:styleId="3">
    <w:name w:val="heading 3"/>
    <w:basedOn w:val="a"/>
    <w:next w:val="a"/>
    <w:link w:val="30"/>
    <w:qFormat/>
    <w:locked/>
    <w:rsid w:val="00390223"/>
    <w:pPr>
      <w:keepNext/>
      <w:keepLines/>
      <w:spacing w:after="60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0C9F"/>
    <w:rPr>
      <w:rFonts w:ascii="Arial" w:hAnsi="Arial" w:cs="Times New Roman"/>
      <w:b/>
      <w:bCs/>
      <w:caps/>
      <w:sz w:val="28"/>
      <w:szCs w:val="28"/>
      <w:u w:val="single"/>
    </w:rPr>
  </w:style>
  <w:style w:type="character" w:customStyle="1" w:styleId="20">
    <w:name w:val="Заголовок 2 Знак"/>
    <w:link w:val="2"/>
    <w:locked/>
    <w:rsid w:val="00390223"/>
    <w:rPr>
      <w:rFonts w:ascii="Arial" w:hAnsi="Arial" w:cs="Times New Roman"/>
      <w:b/>
      <w:bCs/>
      <w:i/>
      <w:sz w:val="26"/>
      <w:szCs w:val="26"/>
    </w:rPr>
  </w:style>
  <w:style w:type="character" w:customStyle="1" w:styleId="30">
    <w:name w:val="Заголовок 3 Знак"/>
    <w:link w:val="3"/>
    <w:locked/>
    <w:rsid w:val="00390223"/>
    <w:rPr>
      <w:rFonts w:ascii="Arial" w:hAnsi="Arial" w:cs="Times New Roman"/>
      <w:b/>
      <w:bCs/>
      <w:sz w:val="20"/>
    </w:rPr>
  </w:style>
  <w:style w:type="character" w:styleId="a3">
    <w:name w:val="Emphasis"/>
    <w:qFormat/>
    <w:rsid w:val="00113080"/>
    <w:rPr>
      <w:rFonts w:cs="Times New Roman"/>
      <w:i/>
      <w:iCs/>
    </w:rPr>
  </w:style>
  <w:style w:type="paragraph" w:styleId="a4">
    <w:name w:val="header"/>
    <w:basedOn w:val="a"/>
    <w:link w:val="a5"/>
    <w:rsid w:val="00F56128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locked/>
    <w:rsid w:val="00F56128"/>
    <w:rPr>
      <w:rFonts w:ascii="Square721 BT" w:hAnsi="Square721 BT" w:cs="Times New Roman"/>
      <w:sz w:val="20"/>
    </w:rPr>
  </w:style>
  <w:style w:type="paragraph" w:styleId="a6">
    <w:name w:val="footer"/>
    <w:basedOn w:val="a"/>
    <w:link w:val="a7"/>
    <w:rsid w:val="00F56128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locked/>
    <w:rsid w:val="00F56128"/>
    <w:rPr>
      <w:rFonts w:ascii="Square721 BT" w:hAnsi="Square721 BT" w:cs="Times New Roman"/>
      <w:sz w:val="20"/>
    </w:rPr>
  </w:style>
  <w:style w:type="paragraph" w:styleId="a8">
    <w:name w:val="Balloon Text"/>
    <w:basedOn w:val="a"/>
    <w:link w:val="a9"/>
    <w:semiHidden/>
    <w:rsid w:val="00F561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F5612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56128"/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left">
    <w:name w:val="footer left"/>
    <w:basedOn w:val="a4"/>
    <w:link w:val="footerleftChar"/>
    <w:locked/>
    <w:rsid w:val="0022481E"/>
    <w:rPr>
      <w:sz w:val="16"/>
      <w:szCs w:val="16"/>
    </w:rPr>
  </w:style>
  <w:style w:type="paragraph" w:customStyle="1" w:styleId="footercentre">
    <w:name w:val="footer centre"/>
    <w:basedOn w:val="a4"/>
    <w:link w:val="footercentreChar"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link w:val="footerleft"/>
    <w:locked/>
    <w:rsid w:val="0022481E"/>
    <w:rPr>
      <w:rFonts w:ascii="Arial" w:hAnsi="Arial" w:cs="Times New Roman"/>
      <w:sz w:val="16"/>
      <w:szCs w:val="16"/>
    </w:rPr>
  </w:style>
  <w:style w:type="paragraph" w:customStyle="1" w:styleId="footerright">
    <w:name w:val="footer right"/>
    <w:basedOn w:val="a6"/>
    <w:link w:val="footerrightChar"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link w:val="footercentre"/>
    <w:locked/>
    <w:rsid w:val="0022481E"/>
    <w:rPr>
      <w:rFonts w:ascii="Arial" w:hAnsi="Arial" w:cs="Times New Roman"/>
      <w:sz w:val="16"/>
      <w:szCs w:val="16"/>
    </w:rPr>
  </w:style>
  <w:style w:type="paragraph" w:customStyle="1" w:styleId="imagetext">
    <w:name w:val="image text"/>
    <w:basedOn w:val="a"/>
    <w:link w:val="imagetextChar"/>
    <w:locked/>
    <w:rsid w:val="00E41C30"/>
    <w:rPr>
      <w:i/>
    </w:rPr>
  </w:style>
  <w:style w:type="character" w:customStyle="1" w:styleId="footerrightChar">
    <w:name w:val="footer right Char"/>
    <w:link w:val="footerright"/>
    <w:locked/>
    <w:rsid w:val="0022481E"/>
    <w:rPr>
      <w:rFonts w:ascii="Arial" w:hAnsi="Arial" w:cs="Times New Roman"/>
      <w:sz w:val="16"/>
      <w:szCs w:val="16"/>
    </w:rPr>
  </w:style>
  <w:style w:type="paragraph" w:customStyle="1" w:styleId="bullet">
    <w:name w:val="bullet"/>
    <w:basedOn w:val="a"/>
    <w:link w:val="bulletChar"/>
    <w:locked/>
    <w:rsid w:val="00B8096E"/>
    <w:pPr>
      <w:numPr>
        <w:numId w:val="2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locked/>
    <w:rsid w:val="00B8096E"/>
    <w:pPr>
      <w:numPr>
        <w:ilvl w:val="1"/>
        <w:numId w:val="4"/>
      </w:numPr>
      <w:ind w:left="1135"/>
    </w:pPr>
  </w:style>
  <w:style w:type="paragraph" w:customStyle="1" w:styleId="letteredlist">
    <w:name w:val="lettered list"/>
    <w:basedOn w:val="a"/>
    <w:link w:val="letteredlistChar"/>
    <w:locked/>
    <w:rsid w:val="00E41C30"/>
    <w:pPr>
      <w:numPr>
        <w:numId w:val="6"/>
      </w:numPr>
      <w:ind w:left="568" w:hanging="284"/>
      <w:contextualSpacing/>
    </w:pPr>
  </w:style>
  <w:style w:type="character" w:customStyle="1" w:styleId="bulletChar">
    <w:name w:val="bullet Char"/>
    <w:link w:val="bullet"/>
    <w:locked/>
    <w:rsid w:val="00B8096E"/>
    <w:rPr>
      <w:rFonts w:ascii="Arial" w:hAnsi="Arial" w:cs="Times New Roman"/>
      <w:sz w:val="20"/>
    </w:rPr>
  </w:style>
  <w:style w:type="paragraph" w:customStyle="1" w:styleId="numberedlist">
    <w:name w:val="numbered list"/>
    <w:basedOn w:val="a"/>
    <w:link w:val="numberedlistChar"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-subChar">
    <w:name w:val="bullet-sub Char"/>
    <w:basedOn w:val="bulletChar"/>
    <w:link w:val="bullet-sub"/>
    <w:locked/>
    <w:rsid w:val="00B8096E"/>
    <w:rPr>
      <w:rFonts w:ascii="Arial" w:hAnsi="Arial" w:cs="Times New Roman"/>
      <w:sz w:val="20"/>
    </w:rPr>
  </w:style>
  <w:style w:type="paragraph" w:customStyle="1" w:styleId="signaturetext">
    <w:name w:val="signature text"/>
    <w:basedOn w:val="imagetext"/>
    <w:link w:val="signaturetextChar"/>
    <w:locked/>
    <w:rsid w:val="00E41C30"/>
  </w:style>
  <w:style w:type="character" w:customStyle="1" w:styleId="numberedlistChar">
    <w:name w:val="numbered list Char"/>
    <w:link w:val="numberedlist"/>
    <w:locked/>
    <w:rsid w:val="00E41C30"/>
    <w:rPr>
      <w:rFonts w:ascii="Arial" w:hAnsi="Arial" w:cs="Times New Roman"/>
      <w:sz w:val="20"/>
    </w:rPr>
  </w:style>
  <w:style w:type="character" w:customStyle="1" w:styleId="imagetextChar">
    <w:name w:val="image text Char"/>
    <w:link w:val="imagetext"/>
    <w:locked/>
    <w:rsid w:val="00E41C30"/>
    <w:rPr>
      <w:rFonts w:ascii="Arial" w:hAnsi="Arial" w:cs="Times New Roman"/>
      <w:i/>
      <w:sz w:val="20"/>
    </w:rPr>
  </w:style>
  <w:style w:type="character" w:customStyle="1" w:styleId="letteredlistChar">
    <w:name w:val="lettered list Char"/>
    <w:link w:val="letteredlist"/>
    <w:locked/>
    <w:rsid w:val="00E41C30"/>
    <w:rPr>
      <w:rFonts w:ascii="Arial" w:hAnsi="Arial" w:cs="Times New Roman"/>
      <w:sz w:val="20"/>
    </w:rPr>
  </w:style>
  <w:style w:type="character" w:customStyle="1" w:styleId="signaturetextChar">
    <w:name w:val="signature text Char"/>
    <w:basedOn w:val="imagetextChar"/>
    <w:link w:val="signaturetext"/>
    <w:locked/>
    <w:rsid w:val="00E41C30"/>
    <w:rPr>
      <w:rFonts w:ascii="Arial" w:hAnsi="Arial" w:cs="Times New Roman"/>
      <w:i/>
      <w:sz w:val="20"/>
    </w:rPr>
  </w:style>
  <w:style w:type="paragraph" w:customStyle="1" w:styleId="11">
    <w:name w:val="Абзац списка1"/>
    <w:basedOn w:val="a"/>
    <w:link w:val="ListParagraphChar"/>
    <w:rsid w:val="007F3526"/>
    <w:pPr>
      <w:ind w:left="720"/>
      <w:contextualSpacing/>
    </w:pPr>
  </w:style>
  <w:style w:type="paragraph" w:customStyle="1" w:styleId="Subsectionheading">
    <w:name w:val="Subsection heading"/>
    <w:basedOn w:val="a"/>
    <w:link w:val="SubsectionChar"/>
    <w:rsid w:val="007B1825"/>
    <w:pPr>
      <w:numPr>
        <w:ilvl w:val="1"/>
        <w:numId w:val="12"/>
      </w:numPr>
      <w:spacing w:after="180"/>
    </w:pPr>
    <w:rPr>
      <w:b/>
    </w:rPr>
  </w:style>
  <w:style w:type="paragraph" w:customStyle="1" w:styleId="sub-subsectionheading">
    <w:name w:val="sub-subsection heading"/>
    <w:basedOn w:val="11"/>
    <w:link w:val="sub-subsectionheadingChar"/>
    <w:rsid w:val="007B1825"/>
    <w:pPr>
      <w:numPr>
        <w:ilvl w:val="2"/>
        <w:numId w:val="12"/>
      </w:numPr>
      <w:spacing w:after="60"/>
      <w:ind w:left="1248" w:hanging="794"/>
    </w:pPr>
  </w:style>
  <w:style w:type="character" w:customStyle="1" w:styleId="ListParagraphChar">
    <w:name w:val="List Paragraph Char"/>
    <w:link w:val="11"/>
    <w:locked/>
    <w:rsid w:val="00193406"/>
    <w:rPr>
      <w:rFonts w:ascii="Arial" w:hAnsi="Arial" w:cs="Times New Roman"/>
      <w:sz w:val="20"/>
    </w:rPr>
  </w:style>
  <w:style w:type="character" w:customStyle="1" w:styleId="SubsectionChar">
    <w:name w:val="Subsection Char"/>
    <w:link w:val="Subsectionheading"/>
    <w:locked/>
    <w:rsid w:val="007B1825"/>
    <w:rPr>
      <w:rFonts w:ascii="Arial" w:hAnsi="Arial" w:cs="Times New Roman"/>
      <w:b/>
      <w:sz w:val="20"/>
    </w:rPr>
  </w:style>
  <w:style w:type="paragraph" w:customStyle="1" w:styleId="sub-subsectiontext">
    <w:name w:val="sub-subsection text"/>
    <w:basedOn w:val="a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locked/>
    <w:rsid w:val="007B1825"/>
    <w:rPr>
      <w:rFonts w:ascii="Arial" w:hAnsi="Arial" w:cs="Times New Roman"/>
      <w:sz w:val="20"/>
    </w:rPr>
  </w:style>
  <w:style w:type="paragraph" w:customStyle="1" w:styleId="subsectiontext">
    <w:name w:val="subsection text"/>
    <w:basedOn w:val="a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link w:val="sub-subsectiontext"/>
    <w:locked/>
    <w:rsid w:val="00193406"/>
    <w:rPr>
      <w:rFonts w:ascii="Arial" w:hAnsi="Arial" w:cs="Times New Roman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link w:val="subsectiontext"/>
    <w:locked/>
    <w:rsid w:val="004743EC"/>
    <w:rPr>
      <w:rFonts w:ascii="Arial" w:hAnsi="Arial" w:cs="Times New Roman"/>
      <w:sz w:val="20"/>
    </w:rPr>
  </w:style>
  <w:style w:type="character" w:customStyle="1" w:styleId="bulletsub-subsectionChar">
    <w:name w:val="bullet sub-subsection Char"/>
    <w:basedOn w:val="bulletChar"/>
    <w:link w:val="bulletsub-subsection"/>
    <w:locked/>
    <w:rsid w:val="003A6952"/>
    <w:rPr>
      <w:rFonts w:ascii="Arial" w:hAnsi="Arial" w:cs="Times New Roman"/>
      <w:sz w:val="20"/>
    </w:rPr>
  </w:style>
  <w:style w:type="paragraph" w:customStyle="1" w:styleId="DocTitle">
    <w:name w:val="Doc Title"/>
    <w:basedOn w:val="a"/>
    <w:link w:val="DocTitleChar"/>
    <w:rsid w:val="001D7D3F"/>
    <w:rPr>
      <w:b/>
      <w:sz w:val="44"/>
      <w:szCs w:val="44"/>
    </w:rPr>
  </w:style>
  <w:style w:type="paragraph" w:customStyle="1" w:styleId="Docsubtitle1">
    <w:name w:val="Doc subtitle1"/>
    <w:basedOn w:val="a"/>
    <w:link w:val="Docsubtitle1Char"/>
    <w:rsid w:val="006B7209"/>
    <w:rPr>
      <w:b/>
      <w:sz w:val="28"/>
      <w:szCs w:val="28"/>
    </w:rPr>
  </w:style>
  <w:style w:type="character" w:customStyle="1" w:styleId="DocTitleChar">
    <w:name w:val="Doc Title Char"/>
    <w:link w:val="DocTitle"/>
    <w:locked/>
    <w:rsid w:val="001D7D3F"/>
    <w:rPr>
      <w:rFonts w:ascii="Arial" w:hAnsi="Arial" w:cs="Times New Roman"/>
      <w:b/>
      <w:sz w:val="44"/>
      <w:szCs w:val="44"/>
    </w:rPr>
  </w:style>
  <w:style w:type="paragraph" w:customStyle="1" w:styleId="Docsubtitle2">
    <w:name w:val="Doc subtitle2"/>
    <w:basedOn w:val="a"/>
    <w:link w:val="Docsubtitle2Char"/>
    <w:rsid w:val="006B7209"/>
    <w:rPr>
      <w:sz w:val="28"/>
      <w:szCs w:val="28"/>
    </w:rPr>
  </w:style>
  <w:style w:type="character" w:customStyle="1" w:styleId="Docsubtitle1Char">
    <w:name w:val="Doc subtitle1 Char"/>
    <w:link w:val="Docsubtitle1"/>
    <w:locked/>
    <w:rsid w:val="006B7209"/>
    <w:rPr>
      <w:rFonts w:ascii="Arial" w:hAnsi="Arial" w:cs="Times New Roman"/>
      <w:b/>
      <w:sz w:val="28"/>
      <w:szCs w:val="28"/>
    </w:rPr>
  </w:style>
  <w:style w:type="paragraph" w:styleId="21">
    <w:name w:val="toc 2"/>
    <w:basedOn w:val="a"/>
    <w:next w:val="a"/>
    <w:autoRedefine/>
    <w:semiHidden/>
    <w:rsid w:val="005A2A3D"/>
    <w:pPr>
      <w:ind w:left="180"/>
    </w:pPr>
    <w:rPr>
      <w:rFonts w:eastAsia="Calibri"/>
      <w:szCs w:val="24"/>
    </w:rPr>
  </w:style>
  <w:style w:type="character" w:customStyle="1" w:styleId="Docsubtitle2Char">
    <w:name w:val="Doc subtitle2 Char"/>
    <w:link w:val="Docsubtitle2"/>
    <w:locked/>
    <w:rsid w:val="006B7209"/>
    <w:rPr>
      <w:rFonts w:ascii="Arial" w:hAnsi="Arial" w:cs="Times New Roman"/>
      <w:sz w:val="28"/>
      <w:szCs w:val="28"/>
    </w:rPr>
  </w:style>
  <w:style w:type="character" w:styleId="ab">
    <w:name w:val="Hyperlink"/>
    <w:rsid w:val="005A2A3D"/>
    <w:rPr>
      <w:rFonts w:cs="Times New Roman"/>
      <w:color w:val="0000FF"/>
      <w:u w:val="single"/>
    </w:rPr>
  </w:style>
  <w:style w:type="table" w:customStyle="1" w:styleId="WSITable">
    <w:name w:val="WSI Table"/>
    <w:rsid w:val="00D234B0"/>
    <w:rPr>
      <w:rFonts w:ascii="Arial" w:eastAsia="Times New Roman" w:hAnsi="Arial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rsid w:val="00D234B0"/>
    <w:rPr>
      <w:rFonts w:ascii="Arial" w:eastAsia="Times New Roman" w:hAnsi="Arial"/>
      <w:color w:val="000000"/>
      <w:lang w:eastAsia="ru-RU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text">
    <w:name w:val="bullet text"/>
    <w:basedOn w:val="bullet"/>
    <w:link w:val="bullettextChar"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locked/>
    <w:rsid w:val="00B8096E"/>
    <w:rPr>
      <w:rFonts w:ascii="Arial" w:hAnsi="Arial" w:cs="Times New Roman"/>
      <w:sz w:val="20"/>
    </w:rPr>
  </w:style>
  <w:style w:type="character" w:customStyle="1" w:styleId="bullet-subtextChar">
    <w:name w:val="bullet-sub text Char"/>
    <w:basedOn w:val="bullettextChar"/>
    <w:link w:val="bullet-subtext"/>
    <w:locked/>
    <w:rsid w:val="00BA6B2D"/>
    <w:rPr>
      <w:rFonts w:ascii="Arial" w:hAnsi="Arial" w:cs="Times New Roman"/>
      <w:sz w:val="20"/>
    </w:rPr>
  </w:style>
  <w:style w:type="paragraph" w:customStyle="1" w:styleId="tablebullet">
    <w:name w:val="table bullet"/>
    <w:basedOn w:val="11"/>
    <w:link w:val="tablebulletChar"/>
    <w:rsid w:val="00110754"/>
    <w:pPr>
      <w:numPr>
        <w:numId w:val="13"/>
      </w:numPr>
      <w:ind w:left="284" w:hanging="284"/>
    </w:pPr>
    <w:rPr>
      <w:color w:val="000000"/>
    </w:rPr>
  </w:style>
  <w:style w:type="character" w:customStyle="1" w:styleId="tablebulletChar">
    <w:name w:val="table bullet Char"/>
    <w:link w:val="tablebullet"/>
    <w:locked/>
    <w:rsid w:val="00110754"/>
    <w:rPr>
      <w:rFonts w:ascii="Arial" w:hAnsi="Arial" w:cs="Times New Roman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rsid w:val="00B8096E"/>
    <w:pPr>
      <w:numPr>
        <w:ilvl w:val="2"/>
      </w:numPr>
      <w:ind w:left="1702"/>
    </w:pPr>
  </w:style>
  <w:style w:type="paragraph" w:customStyle="1" w:styleId="bullet-sub-subtext">
    <w:name w:val="bullet-sub-sub text"/>
    <w:basedOn w:val="bullet-subtext"/>
    <w:link w:val="bullet-sub-subtextChar"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locked/>
    <w:rsid w:val="00B8096E"/>
    <w:rPr>
      <w:rFonts w:ascii="Arial" w:hAnsi="Arial" w:cs="Times New Roman"/>
      <w:sz w:val="20"/>
    </w:rPr>
  </w:style>
  <w:style w:type="paragraph" w:customStyle="1" w:styleId="tablesub-bullet">
    <w:name w:val="table sub-bullet"/>
    <w:basedOn w:val="tablebullet"/>
    <w:link w:val="tablesub-bulletChar"/>
    <w:rsid w:val="00B8096E"/>
    <w:pPr>
      <w:numPr>
        <w:numId w:val="14"/>
      </w:numPr>
      <w:ind w:left="568"/>
    </w:pPr>
  </w:style>
  <w:style w:type="character" w:customStyle="1" w:styleId="bullet-sub-subtextChar">
    <w:name w:val="bullet-sub-sub text Char"/>
    <w:basedOn w:val="bullet-subtextChar"/>
    <w:link w:val="bullet-sub-subtext"/>
    <w:locked/>
    <w:rsid w:val="00BA6B2D"/>
    <w:rPr>
      <w:rFonts w:ascii="Arial" w:hAnsi="Arial" w:cs="Times New Roman"/>
      <w:sz w:val="20"/>
    </w:rPr>
  </w:style>
  <w:style w:type="character" w:customStyle="1" w:styleId="tablesub-bulletChar">
    <w:name w:val="table sub-bullet Char"/>
    <w:basedOn w:val="tablebulletChar"/>
    <w:link w:val="tablesub-bullet"/>
    <w:locked/>
    <w:rsid w:val="00B8096E"/>
    <w:rPr>
      <w:rFonts w:ascii="Arial" w:hAnsi="Arial" w:cs="Times New Roman"/>
      <w:color w:val="000000"/>
      <w:sz w:val="20"/>
    </w:rPr>
  </w:style>
  <w:style w:type="paragraph" w:styleId="12">
    <w:name w:val="toc 1"/>
    <w:basedOn w:val="a"/>
    <w:next w:val="a"/>
    <w:autoRedefine/>
    <w:semiHidden/>
    <w:rsid w:val="00CE6B36"/>
    <w:rPr>
      <w:rFonts w:eastAsia="Calibri"/>
      <w:szCs w:val="24"/>
    </w:rPr>
  </w:style>
  <w:style w:type="paragraph" w:customStyle="1" w:styleId="Doctitle0">
    <w:name w:val="Doc title"/>
    <w:basedOn w:val="a"/>
    <w:rsid w:val="00CE6B36"/>
    <w:rPr>
      <w:rFonts w:eastAsia="Calibri"/>
      <w:b/>
      <w:sz w:val="40"/>
      <w:szCs w:val="24"/>
    </w:rPr>
  </w:style>
  <w:style w:type="character" w:styleId="ac">
    <w:name w:val="page number"/>
    <w:rsid w:val="00CE6B36"/>
    <w:rPr>
      <w:rFonts w:ascii="Arial" w:hAnsi="Arial" w:cs="Times New Roman"/>
      <w:sz w:val="16"/>
    </w:rPr>
  </w:style>
  <w:style w:type="paragraph" w:styleId="ad">
    <w:name w:val="List Paragraph"/>
    <w:basedOn w:val="a"/>
    <w:uiPriority w:val="34"/>
    <w:qFormat/>
    <w:rsid w:val="007D5D0C"/>
    <w:pPr>
      <w:ind w:left="720"/>
      <w:contextualSpacing/>
    </w:pPr>
  </w:style>
  <w:style w:type="paragraph" w:customStyle="1" w:styleId="ae">
    <w:name w:val="Базовый"/>
    <w:rsid w:val="00163BBA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f">
    <w:name w:val="Normal (Web)"/>
    <w:basedOn w:val="a"/>
    <w:rsid w:val="00163BBA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10">
    <w:name w:val="A1"/>
    <w:rsid w:val="00163BBA"/>
    <w:rPr>
      <w:b/>
      <w:color w:val="000000"/>
      <w:sz w:val="28"/>
    </w:rPr>
  </w:style>
  <w:style w:type="paragraph" w:customStyle="1" w:styleId="Pa1">
    <w:name w:val="Pa1"/>
    <w:basedOn w:val="Default"/>
    <w:next w:val="Default"/>
    <w:rsid w:val="00163BBA"/>
    <w:pPr>
      <w:spacing w:line="221" w:lineRule="atLeast"/>
    </w:pPr>
    <w:rPr>
      <w:rFonts w:cs="Times New Roman"/>
      <w:color w:val="auto"/>
    </w:rPr>
  </w:style>
  <w:style w:type="paragraph" w:customStyle="1" w:styleId="Default">
    <w:name w:val="Default"/>
    <w:rsid w:val="00163BBA"/>
    <w:pPr>
      <w:autoSpaceDE w:val="0"/>
      <w:autoSpaceDN w:val="0"/>
      <w:adjustRightInd w:val="0"/>
    </w:pPr>
    <w:rPr>
      <w:rFonts w:ascii="Myriad Pro" w:eastAsia="Times New Roman" w:hAnsi="Myriad Pro" w:cs="Myriad Pro"/>
      <w:color w:val="000000"/>
      <w:sz w:val="24"/>
      <w:szCs w:val="24"/>
      <w:lang w:eastAsia="en-US"/>
    </w:rPr>
  </w:style>
  <w:style w:type="character" w:customStyle="1" w:styleId="A20">
    <w:name w:val="A2"/>
    <w:rsid w:val="00163BBA"/>
    <w:rPr>
      <w:b/>
      <w:color w:val="000000"/>
      <w:sz w:val="26"/>
      <w:u w:val="single"/>
    </w:rPr>
  </w:style>
  <w:style w:type="paragraph" w:customStyle="1" w:styleId="Pa2">
    <w:name w:val="Pa2"/>
    <w:basedOn w:val="Default"/>
    <w:next w:val="Default"/>
    <w:rsid w:val="00163BBA"/>
    <w:pPr>
      <w:spacing w:line="221" w:lineRule="atLeast"/>
    </w:pPr>
    <w:rPr>
      <w:rFonts w:cs="Times New Roman"/>
      <w:color w:val="auto"/>
    </w:rPr>
  </w:style>
  <w:style w:type="paragraph" w:styleId="af0">
    <w:name w:val="caption"/>
    <w:basedOn w:val="a"/>
    <w:next w:val="a"/>
    <w:unhideWhenUsed/>
    <w:qFormat/>
    <w:locked/>
    <w:rsid w:val="000C5D3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2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0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F4BD-8EAA-497B-84CD-D5229E64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WSI_doc_wcover_wonum_v1.2.dotx</Template>
  <TotalTime>5</TotalTime>
  <Pages>11</Pages>
  <Words>1032</Words>
  <Characters>7379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 Национальный чемпионат WSR город Казань</vt:lpstr>
    </vt:vector>
  </TitlesOfParts>
  <Company>WorldSkills International Secretariat</Company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Национальный чемпионат WSR город Казань</dc:title>
  <dc:creator>Андрей</dc:creator>
  <cp:lastModifiedBy>Пользователь</cp:lastModifiedBy>
  <cp:revision>3</cp:revision>
  <cp:lastPrinted>2016-02-24T08:16:00Z</cp:lastPrinted>
  <dcterms:created xsi:type="dcterms:W3CDTF">2016-10-21T13:13:00Z</dcterms:created>
  <dcterms:modified xsi:type="dcterms:W3CDTF">2016-11-21T14:37:00Z</dcterms:modified>
</cp:coreProperties>
</file>